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9B37F" w14:textId="349BFDB0" w:rsidR="00663B59" w:rsidRPr="00663B59" w:rsidRDefault="00663B59" w:rsidP="00EF22F2">
      <w:pPr>
        <w:pStyle w:val="Heading1"/>
      </w:pPr>
      <w:bookmarkStart w:id="0" w:name="_Toc208232781"/>
      <w:r w:rsidRPr="00EC4BF2">
        <w:t xml:space="preserve">TOOL </w:t>
      </w:r>
      <w:r>
        <w:t>9</w:t>
      </w:r>
      <w:r w:rsidRPr="00EC4BF2">
        <w:t xml:space="preserve">: </w:t>
      </w:r>
      <w:r w:rsidRPr="00663B59">
        <w:t>ANNUAL MONITORING PLAN</w:t>
      </w:r>
      <w:bookmarkEnd w:id="0"/>
    </w:p>
    <w:tbl>
      <w:tblPr>
        <w:tblStyle w:val="TableGrid11"/>
        <w:tblW w:w="0" w:type="auto"/>
        <w:tblLook w:val="04A0" w:firstRow="1" w:lastRow="0" w:firstColumn="1" w:lastColumn="0" w:noHBand="0" w:noVBand="1"/>
      </w:tblPr>
      <w:tblGrid>
        <w:gridCol w:w="2340"/>
        <w:gridCol w:w="283"/>
        <w:gridCol w:w="7117"/>
      </w:tblGrid>
      <w:tr w:rsidR="00663B59" w:rsidRPr="00663B59" w14:paraId="2624B82A" w14:textId="77777777" w:rsidTr="003F2C61">
        <w:trPr>
          <w:trHeight w:val="530"/>
        </w:trPr>
        <w:tc>
          <w:tcPr>
            <w:tcW w:w="2422" w:type="dxa"/>
            <w:tcBorders>
              <w:top w:val="single" w:sz="4" w:space="0" w:color="A6A6A6"/>
              <w:left w:val="single" w:sz="4" w:space="0" w:color="A6A6A6"/>
              <w:bottom w:val="single" w:sz="4" w:space="0" w:color="FFFFFF" w:themeColor="background1"/>
              <w:right w:val="nil"/>
            </w:tcBorders>
            <w:shd w:val="clear" w:color="auto" w:fill="00548E" w:themeFill="accent1"/>
            <w:vAlign w:val="center"/>
          </w:tcPr>
          <w:p w14:paraId="6571087A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Name of SAI</w:t>
            </w:r>
          </w:p>
        </w:tc>
        <w:tc>
          <w:tcPr>
            <w:tcW w:w="283" w:type="dxa"/>
            <w:tcBorders>
              <w:top w:val="single" w:sz="4" w:space="0" w:color="A6A6A6"/>
              <w:left w:val="nil"/>
              <w:bottom w:val="single" w:sz="4" w:space="0" w:color="FFFFFF" w:themeColor="background1"/>
              <w:right w:val="nil"/>
            </w:tcBorders>
            <w:shd w:val="clear" w:color="auto" w:fill="00548E" w:themeFill="accent1"/>
            <w:vAlign w:val="center"/>
          </w:tcPr>
          <w:p w14:paraId="3C5F2F19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760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</w:tcPr>
          <w:p w14:paraId="2A9EB8CF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439F6266" w14:textId="77777777" w:rsidTr="003F2C61">
        <w:trPr>
          <w:trHeight w:val="530"/>
        </w:trPr>
        <w:tc>
          <w:tcPr>
            <w:tcW w:w="2422" w:type="dxa"/>
            <w:tcBorders>
              <w:top w:val="single" w:sz="4" w:space="0" w:color="FFFFFF" w:themeColor="background1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00548E" w:themeFill="accent1"/>
            <w:vAlign w:val="center"/>
          </w:tcPr>
          <w:p w14:paraId="69B9EA5D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Period of Monitoring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left w:val="nil"/>
              <w:bottom w:val="single" w:sz="4" w:space="0" w:color="A6A6A6"/>
              <w:right w:val="nil"/>
            </w:tcBorders>
            <w:shd w:val="clear" w:color="auto" w:fill="00548E" w:themeFill="accent1"/>
            <w:vAlign w:val="center"/>
          </w:tcPr>
          <w:p w14:paraId="1C60DA16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760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</w:tcPr>
          <w:p w14:paraId="4A9B51D6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548EACDC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p w14:paraId="008A4A8B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tbl>
      <w:tblPr>
        <w:tblStyle w:val="TableGrid11"/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ook w:val="04A0" w:firstRow="1" w:lastRow="0" w:firstColumn="1" w:lastColumn="0" w:noHBand="0" w:noVBand="1"/>
      </w:tblPr>
      <w:tblGrid>
        <w:gridCol w:w="9744"/>
      </w:tblGrid>
      <w:tr w:rsidR="00663B59" w:rsidRPr="00663B59" w14:paraId="2B7DC8AF" w14:textId="77777777" w:rsidTr="003F2C61">
        <w:tc>
          <w:tcPr>
            <w:tcW w:w="10310" w:type="dxa"/>
            <w:shd w:val="clear" w:color="auto" w:fill="00548E" w:themeFill="accent1"/>
          </w:tcPr>
          <w:p w14:paraId="545A6912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Background</w:t>
            </w:r>
          </w:p>
        </w:tc>
      </w:tr>
      <w:tr w:rsidR="00663B59" w:rsidRPr="00663B59" w14:paraId="7D1ADF3D" w14:textId="77777777" w:rsidTr="00663B59">
        <w:trPr>
          <w:trHeight w:val="1012"/>
        </w:trPr>
        <w:tc>
          <w:tcPr>
            <w:tcW w:w="10310" w:type="dxa"/>
          </w:tcPr>
          <w:p w14:paraId="1388AB28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&lt;provide brief information about the monitoring policy, the set-up of the SAI’s monitoring function, and the main monitoring processes&gt;</w:t>
            </w:r>
          </w:p>
        </w:tc>
      </w:tr>
    </w:tbl>
    <w:p w14:paraId="0AF332D4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0"/>
          <w:szCs w:val="20"/>
          <w:lang w:val="en-GB"/>
        </w:rPr>
      </w:pPr>
    </w:p>
    <w:tbl>
      <w:tblPr>
        <w:tblStyle w:val="TableGrid11"/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ook w:val="04A0" w:firstRow="1" w:lastRow="0" w:firstColumn="1" w:lastColumn="0" w:noHBand="0" w:noVBand="1"/>
      </w:tblPr>
      <w:tblGrid>
        <w:gridCol w:w="9744"/>
      </w:tblGrid>
      <w:tr w:rsidR="00663B59" w:rsidRPr="00663B59" w14:paraId="0A46672B" w14:textId="77777777" w:rsidTr="003F2C61">
        <w:tc>
          <w:tcPr>
            <w:tcW w:w="10310" w:type="dxa"/>
            <w:shd w:val="clear" w:color="auto" w:fill="00548E" w:themeFill="accent1"/>
          </w:tcPr>
          <w:p w14:paraId="2EF1B8AC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Scope of the Monitoring</w:t>
            </w:r>
          </w:p>
        </w:tc>
      </w:tr>
      <w:tr w:rsidR="00663B59" w:rsidRPr="00663B59" w14:paraId="2DEE9415" w14:textId="77777777" w:rsidTr="00663B59">
        <w:trPr>
          <w:trHeight w:val="1012"/>
        </w:trPr>
        <w:tc>
          <w:tcPr>
            <w:tcW w:w="10310" w:type="dxa"/>
          </w:tcPr>
          <w:p w14:paraId="49F09771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&lt;describe the areas within the components of the system of audit quality management that will be reviewed for the particular period, the sample audit engagements (or audit director/supervisor) for review, and the selection criteria and process followed for transparency&gt;</w:t>
            </w:r>
          </w:p>
        </w:tc>
      </w:tr>
    </w:tbl>
    <w:p w14:paraId="34B3AECA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color w:val="FFFFFF"/>
          <w:sz w:val="20"/>
          <w:szCs w:val="20"/>
          <w:lang w:val="en-GB"/>
        </w:rPr>
      </w:pPr>
    </w:p>
    <w:tbl>
      <w:tblPr>
        <w:tblStyle w:val="TableGrid11"/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ook w:val="04A0" w:firstRow="1" w:lastRow="0" w:firstColumn="1" w:lastColumn="0" w:noHBand="0" w:noVBand="1"/>
      </w:tblPr>
      <w:tblGrid>
        <w:gridCol w:w="9744"/>
      </w:tblGrid>
      <w:tr w:rsidR="00663B59" w:rsidRPr="00663B59" w14:paraId="38E67445" w14:textId="77777777" w:rsidTr="003F2C61">
        <w:tc>
          <w:tcPr>
            <w:tcW w:w="10310" w:type="dxa"/>
            <w:shd w:val="clear" w:color="auto" w:fill="00548E" w:themeFill="accent1"/>
          </w:tcPr>
          <w:p w14:paraId="6C4547F5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Timeline</w:t>
            </w:r>
          </w:p>
        </w:tc>
      </w:tr>
      <w:tr w:rsidR="00663B59" w:rsidRPr="00663B59" w14:paraId="4056D9B2" w14:textId="77777777" w:rsidTr="00663B59">
        <w:trPr>
          <w:trHeight w:val="1012"/>
        </w:trPr>
        <w:tc>
          <w:tcPr>
            <w:tcW w:w="10310" w:type="dxa"/>
          </w:tcPr>
          <w:p w14:paraId="7C07550D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&lt;present the overall target timeline to complete the entire monitoring activities&gt;</w:t>
            </w:r>
          </w:p>
        </w:tc>
      </w:tr>
    </w:tbl>
    <w:p w14:paraId="5EEA52CF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color w:val="FFFFFF"/>
          <w:sz w:val="20"/>
          <w:szCs w:val="20"/>
          <w:lang w:val="en-GB"/>
        </w:rPr>
      </w:pPr>
    </w:p>
    <w:tbl>
      <w:tblPr>
        <w:tblStyle w:val="TableGrid11"/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ook w:val="04A0" w:firstRow="1" w:lastRow="0" w:firstColumn="1" w:lastColumn="0" w:noHBand="0" w:noVBand="1"/>
      </w:tblPr>
      <w:tblGrid>
        <w:gridCol w:w="9744"/>
      </w:tblGrid>
      <w:tr w:rsidR="00663B59" w:rsidRPr="00663B59" w14:paraId="33BBA6D8" w14:textId="77777777" w:rsidTr="003F2C61">
        <w:tc>
          <w:tcPr>
            <w:tcW w:w="10310" w:type="dxa"/>
            <w:shd w:val="clear" w:color="auto" w:fill="00548E" w:themeFill="accent1"/>
          </w:tcPr>
          <w:p w14:paraId="5E77C489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Communication Plan</w:t>
            </w:r>
          </w:p>
        </w:tc>
      </w:tr>
      <w:tr w:rsidR="00663B59" w:rsidRPr="00663B59" w14:paraId="30385336" w14:textId="77777777" w:rsidTr="00663B59">
        <w:trPr>
          <w:trHeight w:val="1012"/>
        </w:trPr>
        <w:tc>
          <w:tcPr>
            <w:tcW w:w="10310" w:type="dxa"/>
          </w:tcPr>
          <w:p w14:paraId="40FC7599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&lt;describe the expected reports and deliverables that will be transmitted to the Head of SAI or other appropriate individual, including the planned discussion and timing&gt;</w:t>
            </w:r>
          </w:p>
        </w:tc>
      </w:tr>
    </w:tbl>
    <w:p w14:paraId="7BDD1648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color w:val="FFFFFF"/>
          <w:sz w:val="20"/>
          <w:szCs w:val="20"/>
          <w:lang w:val="en-GB"/>
        </w:rPr>
      </w:pPr>
    </w:p>
    <w:tbl>
      <w:tblPr>
        <w:tblStyle w:val="TableGrid11"/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ook w:val="04A0" w:firstRow="1" w:lastRow="0" w:firstColumn="1" w:lastColumn="0" w:noHBand="0" w:noVBand="1"/>
      </w:tblPr>
      <w:tblGrid>
        <w:gridCol w:w="9744"/>
      </w:tblGrid>
      <w:tr w:rsidR="00663B59" w:rsidRPr="00663B59" w14:paraId="5BCC22FB" w14:textId="77777777" w:rsidTr="003F2C61">
        <w:tc>
          <w:tcPr>
            <w:tcW w:w="10310" w:type="dxa"/>
            <w:shd w:val="clear" w:color="auto" w:fill="00548E" w:themeFill="accent1"/>
          </w:tcPr>
          <w:p w14:paraId="6BACB5ED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Resources needed</w:t>
            </w:r>
          </w:p>
        </w:tc>
      </w:tr>
      <w:tr w:rsidR="00663B59" w:rsidRPr="00663B59" w14:paraId="23DD3D48" w14:textId="77777777" w:rsidTr="00663B59">
        <w:trPr>
          <w:trHeight w:val="1012"/>
        </w:trPr>
        <w:tc>
          <w:tcPr>
            <w:tcW w:w="10310" w:type="dxa"/>
          </w:tcPr>
          <w:p w14:paraId="4166E7F3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&lt;introduce the monitoring team or individual who will be involved in the monitoring and the respective responsibilities, and additional resources needed including the technological support, training needs and logistics&gt;</w:t>
            </w:r>
          </w:p>
        </w:tc>
      </w:tr>
    </w:tbl>
    <w:p w14:paraId="7984AB20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p w14:paraId="71A5DEC3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p w14:paraId="035FCD83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  <w:r w:rsidRPr="00663B59">
        <w:rPr>
          <w:rFonts w:ascii="Aptos" w:eastAsia="Times New Roman" w:hAnsi="Aptos" w:cs="Tahoma"/>
          <w:b/>
          <w:bCs/>
          <w:sz w:val="24"/>
          <w:szCs w:val="24"/>
          <w:lang w:val="en-GB"/>
        </w:rPr>
        <w:t>Approved by:</w:t>
      </w:r>
    </w:p>
    <w:p w14:paraId="0D5BD902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p w14:paraId="17A0E0F8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  <w:r w:rsidRPr="00663B59">
        <w:rPr>
          <w:rFonts w:ascii="Aptos" w:eastAsia="Times New Roman" w:hAnsi="Aptos" w:cs="Tahoma"/>
          <w:b/>
          <w:bCs/>
          <w:sz w:val="24"/>
          <w:szCs w:val="24"/>
          <w:lang w:val="en-GB"/>
        </w:rPr>
        <w:t>________________________________________</w:t>
      </w:r>
    </w:p>
    <w:p w14:paraId="11E34943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  <w:r w:rsidRPr="00663B59">
        <w:rPr>
          <w:rFonts w:ascii="Aptos" w:eastAsia="Times New Roman" w:hAnsi="Aptos" w:cs="Tahoma"/>
          <w:sz w:val="24"/>
          <w:szCs w:val="24"/>
          <w:lang w:val="en-GB"/>
        </w:rPr>
        <w:t>Head of SAI or other appropriate individual</w:t>
      </w:r>
    </w:p>
    <w:p w14:paraId="577E4789" w14:textId="77777777" w:rsidR="00663B59" w:rsidRDefault="00663B59" w:rsidP="00663B59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  <w:r w:rsidRPr="00663B59">
        <w:rPr>
          <w:rFonts w:ascii="Aptos" w:eastAsia="Times New Roman" w:hAnsi="Aptos" w:cs="Tahoma"/>
          <w:sz w:val="24"/>
          <w:szCs w:val="24"/>
          <w:lang w:val="en-GB"/>
        </w:rPr>
        <w:t>specified in the monitoring policy</w:t>
      </w:r>
    </w:p>
    <w:p w14:paraId="4F0780F6" w14:textId="7872704B" w:rsidR="005648B7" w:rsidRPr="00C163F9" w:rsidRDefault="005648B7" w:rsidP="00BA72E9">
      <w:pPr>
        <w:pStyle w:val="Heading1"/>
      </w:pPr>
    </w:p>
    <w:sectPr w:rsidR="005648B7" w:rsidRPr="00C163F9" w:rsidSect="00BA72E9">
      <w:headerReference w:type="default" r:id="rId11"/>
      <w:footerReference w:type="default" r:id="rId12"/>
      <w:pgSz w:w="11910" w:h="16840"/>
      <w:pgMar w:top="1440" w:right="1080" w:bottom="1440" w:left="1080" w:header="0" w:footer="89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F8743" w14:textId="77777777" w:rsidR="00F43280" w:rsidRDefault="00F43280">
      <w:r>
        <w:separator/>
      </w:r>
    </w:p>
  </w:endnote>
  <w:endnote w:type="continuationSeparator" w:id="0">
    <w:p w14:paraId="07EAD1EC" w14:textId="77777777" w:rsidR="00F43280" w:rsidRDefault="00F4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swald">
    <w:panose1 w:val="00000500000000000000"/>
    <w:charset w:val="4D"/>
    <w:family w:val="auto"/>
    <w:pitch w:val="variable"/>
    <w:sig w:usb0="A00002FF" w:usb1="4000204B" w:usb2="00000000" w:usb3="00000000" w:csb0="00000197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notTrueType/>
    <w:pitch w:val="variable"/>
    <w:sig w:usb0="00008007" w:usb1="00000000" w:usb2="00000000" w:usb3="00000000" w:csb0="00000093" w:csb1="00000000"/>
  </w:font>
  <w:font w:name="Oswald SemiBold">
    <w:panose1 w:val="00000700000000000000"/>
    <w:charset w:val="4D"/>
    <w:family w:val="auto"/>
    <w:pitch w:val="variable"/>
    <w:sig w:usb0="A00002FF" w:usb1="4000204B" w:usb2="00000000" w:usb3="00000000" w:csb0="00000197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swald Medium">
    <w:panose1 w:val="00000600000000000000"/>
    <w:charset w:val="4D"/>
    <w:family w:val="auto"/>
    <w:pitch w:val="variable"/>
    <w:sig w:usb0="A00002FF" w:usb1="4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ppins Light">
    <w:panose1 w:val="00000400000000000000"/>
    <w:charset w:val="4D"/>
    <w:family w:val="auto"/>
    <w:notTrueType/>
    <w:pitch w:val="variable"/>
    <w:sig w:usb0="00008007" w:usb1="00000000" w:usb2="00000000" w:usb3="00000000" w:csb0="00000093" w:csb1="00000000"/>
  </w:font>
  <w:font w:name="TheSansLight-Plain">
    <w:altName w:val="Cambria"/>
    <w:panose1 w:val="02000503050000020004"/>
    <w:charset w:val="00"/>
    <w:family w:val="auto"/>
    <w:pitch w:val="variable"/>
    <w:sig w:usb0="00000003" w:usb1="00000000" w:usb2="00000000" w:usb3="00000000" w:csb0="0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nter">
    <w:altName w:val="Calibri"/>
    <w:panose1 w:val="020B0604020202020204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Oswald" w:hAnsi="Oswald"/>
      </w:rPr>
      <w:id w:val="-1059242420"/>
      <w:docPartObj>
        <w:docPartGallery w:val="Page Numbers (Bottom of Page)"/>
        <w:docPartUnique/>
      </w:docPartObj>
    </w:sdtPr>
    <w:sdtEndPr>
      <w:rPr>
        <w:rStyle w:val="PageNumber"/>
        <w:b/>
        <w:bCs/>
        <w:color w:val="05645E" w:themeColor="accent5"/>
      </w:rPr>
    </w:sdtEndPr>
    <w:sdtContent>
      <w:p w14:paraId="4FC90430" w14:textId="77777777" w:rsidR="00BA72E9" w:rsidRPr="00A05D2D" w:rsidRDefault="00BA72E9" w:rsidP="00BA72E9">
        <w:pPr>
          <w:pStyle w:val="Footer"/>
          <w:framePr w:w="5459" w:wrap="none" w:vAnchor="text" w:hAnchor="page" w:x="5320" w:y="1"/>
          <w:jc w:val="right"/>
          <w:rPr>
            <w:rStyle w:val="PageNumber"/>
            <w:rFonts w:ascii="Oswald" w:hAnsi="Oswald"/>
            <w:b/>
            <w:bCs/>
            <w:color w:val="00548E" w:themeColor="accent1"/>
          </w:rPr>
        </w:pPr>
        <w:r>
          <w:rPr>
            <w:rStyle w:val="PageNumber"/>
            <w:rFonts w:ascii="Oswald" w:hAnsi="Oswald"/>
          </w:rPr>
          <w:t>Tools SoAQM Playbook</w:t>
        </w:r>
        <w:r w:rsidRPr="005244D3">
          <w:rPr>
            <w:rStyle w:val="PageNumber"/>
            <w:rFonts w:ascii="Oswald" w:hAnsi="Oswald"/>
          </w:rPr>
          <w:t xml:space="preserve">  </w:t>
        </w:r>
        <w:r w:rsidRPr="005244D3">
          <w:rPr>
            <w:rStyle w:val="PageNumber"/>
            <w:rFonts w:ascii="Oswald" w:hAnsi="Oswald"/>
            <w:color w:val="005592" w:themeColor="text1"/>
          </w:rPr>
          <w:t xml:space="preserve">| </w:t>
        </w:r>
        <w:r w:rsidRPr="00880F32">
          <w:rPr>
            <w:rStyle w:val="PageNumber"/>
            <w:rFonts w:ascii="Oswald" w:hAnsi="Oswald"/>
            <w:b/>
            <w:bCs/>
            <w:color w:val="05645E" w:themeColor="accent5"/>
          </w:rPr>
          <w:fldChar w:fldCharType="begin"/>
        </w:r>
        <w:r w:rsidRPr="00880F32">
          <w:rPr>
            <w:rStyle w:val="PageNumber"/>
            <w:rFonts w:ascii="Oswald" w:hAnsi="Oswald"/>
            <w:b/>
            <w:bCs/>
            <w:color w:val="05645E" w:themeColor="accent5"/>
          </w:rPr>
          <w:instrText xml:space="preserve"> PAGE </w:instrText>
        </w:r>
        <w:r w:rsidRPr="00880F32">
          <w:rPr>
            <w:rStyle w:val="PageNumber"/>
            <w:rFonts w:ascii="Oswald" w:hAnsi="Oswald"/>
            <w:b/>
            <w:bCs/>
            <w:color w:val="05645E" w:themeColor="accent5"/>
          </w:rPr>
          <w:fldChar w:fldCharType="separate"/>
        </w:r>
        <w:r>
          <w:rPr>
            <w:rStyle w:val="PageNumber"/>
            <w:rFonts w:ascii="Oswald" w:hAnsi="Oswald"/>
            <w:b/>
            <w:bCs/>
            <w:color w:val="05645E" w:themeColor="accent5"/>
          </w:rPr>
          <w:t>1</w:t>
        </w:r>
        <w:r w:rsidRPr="00880F32">
          <w:rPr>
            <w:rStyle w:val="PageNumber"/>
            <w:rFonts w:ascii="Oswald" w:hAnsi="Oswald"/>
            <w:b/>
            <w:bCs/>
            <w:color w:val="05645E" w:themeColor="accent5"/>
          </w:rPr>
          <w:fldChar w:fldCharType="end"/>
        </w:r>
      </w:p>
    </w:sdtContent>
  </w:sdt>
  <w:p w14:paraId="725E0DEC" w14:textId="77777777" w:rsidR="00BA72E9" w:rsidRDefault="00BA72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7A8EF" w14:textId="77777777" w:rsidR="00F43280" w:rsidRDefault="00F43280">
      <w:r>
        <w:separator/>
      </w:r>
    </w:p>
  </w:footnote>
  <w:footnote w:type="continuationSeparator" w:id="0">
    <w:p w14:paraId="11EDCAE7" w14:textId="77777777" w:rsidR="00F43280" w:rsidRDefault="00F43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9081A" w14:textId="77777777" w:rsidR="00BA72E9" w:rsidRDefault="00BA72E9" w:rsidP="00BA72E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5C8A08B" wp14:editId="4CC3B8D5">
          <wp:simplePos x="0" y="0"/>
          <wp:positionH relativeFrom="column">
            <wp:posOffset>6010910</wp:posOffset>
          </wp:positionH>
          <wp:positionV relativeFrom="paragraph">
            <wp:posOffset>0</wp:posOffset>
          </wp:positionV>
          <wp:extent cx="855645" cy="886997"/>
          <wp:effectExtent l="0" t="0" r="0" b="2540"/>
          <wp:wrapNone/>
          <wp:docPr id="208277472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70042" cy="9019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B969009" wp14:editId="2A2055C7">
              <wp:simplePos x="0" y="0"/>
              <wp:positionH relativeFrom="column">
                <wp:posOffset>0</wp:posOffset>
              </wp:positionH>
              <wp:positionV relativeFrom="paragraph">
                <wp:posOffset>231775</wp:posOffset>
              </wp:positionV>
              <wp:extent cx="1282373" cy="562708"/>
              <wp:effectExtent l="0" t="0" r="635" b="0"/>
              <wp:wrapNone/>
              <wp:docPr id="569428465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1120754494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883378077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56790258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2012808046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E8E8E8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EDC860B" id="Group 7" o:spid="_x0000_s1026" style="position:absolute;margin-left:0;margin-top:18.25pt;width:100.95pt;height:44.3pt;z-index:251660288;mso-width-relative:margin;mso-height-relative:margin" coordsize="13637,5981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">
              <v:group id="Group 5" o:spid="_x0000_s1027" style="position:absolute;width:13637;height:5981" coordsize="13637,59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&#13;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&#13;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" strokecolor="#e8e8e8"/>
            </v:group>
          </w:pict>
        </mc:Fallback>
      </mc:AlternateContent>
    </w:r>
  </w:p>
  <w:p w14:paraId="5D8F3848" w14:textId="77777777" w:rsidR="00BA72E9" w:rsidRDefault="00BA72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4D98"/>
    <w:multiLevelType w:val="hybridMultilevel"/>
    <w:tmpl w:val="2C82DF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62050"/>
    <w:multiLevelType w:val="multilevel"/>
    <w:tmpl w:val="66EA9B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A6BBE"/>
    <w:multiLevelType w:val="hybridMultilevel"/>
    <w:tmpl w:val="68A4CF6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F67B8"/>
    <w:multiLevelType w:val="multilevel"/>
    <w:tmpl w:val="A7C2558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17A54B6"/>
    <w:multiLevelType w:val="multilevel"/>
    <w:tmpl w:val="F496DA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984936"/>
    <w:multiLevelType w:val="hybridMultilevel"/>
    <w:tmpl w:val="EB4C3F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4FE5"/>
    <w:multiLevelType w:val="hybridMultilevel"/>
    <w:tmpl w:val="E16A42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0E507F"/>
    <w:multiLevelType w:val="hybridMultilevel"/>
    <w:tmpl w:val="F468C9A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1A24EF"/>
    <w:multiLevelType w:val="hybridMultilevel"/>
    <w:tmpl w:val="B4D267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6A2890"/>
    <w:multiLevelType w:val="multilevel"/>
    <w:tmpl w:val="16D66C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0376071C"/>
    <w:multiLevelType w:val="hybridMultilevel"/>
    <w:tmpl w:val="68087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C8455A"/>
    <w:multiLevelType w:val="hybridMultilevel"/>
    <w:tmpl w:val="6C9AB7B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FB6DEC"/>
    <w:multiLevelType w:val="multilevel"/>
    <w:tmpl w:val="D0CE119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247691"/>
    <w:multiLevelType w:val="hybridMultilevel"/>
    <w:tmpl w:val="CFB03BE0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08090019" w:tentative="1">
      <w:start w:val="1"/>
      <w:numFmt w:val="lowerLetter"/>
      <w:lvlText w:val="%2."/>
      <w:lvlJc w:val="left"/>
      <w:pPr>
        <w:ind w:left="1831" w:hanging="360"/>
      </w:pPr>
    </w:lvl>
    <w:lvl w:ilvl="2" w:tplc="0809001B" w:tentative="1">
      <w:start w:val="1"/>
      <w:numFmt w:val="lowerRoman"/>
      <w:lvlText w:val="%3."/>
      <w:lvlJc w:val="right"/>
      <w:pPr>
        <w:ind w:left="2551" w:hanging="180"/>
      </w:pPr>
    </w:lvl>
    <w:lvl w:ilvl="3" w:tplc="0809000F">
      <w:start w:val="1"/>
      <w:numFmt w:val="decimal"/>
      <w:lvlText w:val="%4."/>
      <w:lvlJc w:val="left"/>
      <w:pPr>
        <w:ind w:left="3271" w:hanging="360"/>
      </w:pPr>
    </w:lvl>
    <w:lvl w:ilvl="4" w:tplc="08090019" w:tentative="1">
      <w:start w:val="1"/>
      <w:numFmt w:val="lowerLetter"/>
      <w:lvlText w:val="%5."/>
      <w:lvlJc w:val="left"/>
      <w:pPr>
        <w:ind w:left="3991" w:hanging="360"/>
      </w:pPr>
    </w:lvl>
    <w:lvl w:ilvl="5" w:tplc="0809001B" w:tentative="1">
      <w:start w:val="1"/>
      <w:numFmt w:val="lowerRoman"/>
      <w:lvlText w:val="%6."/>
      <w:lvlJc w:val="right"/>
      <w:pPr>
        <w:ind w:left="4711" w:hanging="180"/>
      </w:pPr>
    </w:lvl>
    <w:lvl w:ilvl="6" w:tplc="0809000F" w:tentative="1">
      <w:start w:val="1"/>
      <w:numFmt w:val="decimal"/>
      <w:lvlText w:val="%7."/>
      <w:lvlJc w:val="left"/>
      <w:pPr>
        <w:ind w:left="5431" w:hanging="360"/>
      </w:pPr>
    </w:lvl>
    <w:lvl w:ilvl="7" w:tplc="08090019" w:tentative="1">
      <w:start w:val="1"/>
      <w:numFmt w:val="lowerLetter"/>
      <w:lvlText w:val="%8."/>
      <w:lvlJc w:val="left"/>
      <w:pPr>
        <w:ind w:left="6151" w:hanging="360"/>
      </w:pPr>
    </w:lvl>
    <w:lvl w:ilvl="8" w:tplc="0809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4" w15:restartNumberingAfterBreak="0">
    <w:nsid w:val="04F601FC"/>
    <w:multiLevelType w:val="hybridMultilevel"/>
    <w:tmpl w:val="A288CB1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C5D25"/>
    <w:multiLevelType w:val="hybridMultilevel"/>
    <w:tmpl w:val="B672CF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083770"/>
    <w:multiLevelType w:val="hybridMultilevel"/>
    <w:tmpl w:val="E278994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4F580B"/>
    <w:multiLevelType w:val="hybridMultilevel"/>
    <w:tmpl w:val="1D48A5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7F781E"/>
    <w:multiLevelType w:val="hybridMultilevel"/>
    <w:tmpl w:val="84C03B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B65726"/>
    <w:multiLevelType w:val="hybridMultilevel"/>
    <w:tmpl w:val="01380D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1A4C9F"/>
    <w:multiLevelType w:val="multilevel"/>
    <w:tmpl w:val="24A060D2"/>
    <w:styleLink w:val="CurrentList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" w15:restartNumberingAfterBreak="0">
    <w:nsid w:val="0628687D"/>
    <w:multiLevelType w:val="multilevel"/>
    <w:tmpl w:val="A0B018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29032F"/>
    <w:multiLevelType w:val="multilevel"/>
    <w:tmpl w:val="AB0C67F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06DA041A"/>
    <w:multiLevelType w:val="multilevel"/>
    <w:tmpl w:val="CD6C5EA0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" w15:restartNumberingAfterBreak="0">
    <w:nsid w:val="06DF3F5B"/>
    <w:multiLevelType w:val="hybridMultilevel"/>
    <w:tmpl w:val="144E798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70E65C1"/>
    <w:multiLevelType w:val="multilevel"/>
    <w:tmpl w:val="01C4047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16110B"/>
    <w:multiLevelType w:val="multilevel"/>
    <w:tmpl w:val="ACE42F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5318FD"/>
    <w:multiLevelType w:val="hybridMultilevel"/>
    <w:tmpl w:val="D82EFA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963B98"/>
    <w:multiLevelType w:val="multilevel"/>
    <w:tmpl w:val="F2007AD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083E6BA6"/>
    <w:multiLevelType w:val="hybridMultilevel"/>
    <w:tmpl w:val="9E6030E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5D03B6"/>
    <w:multiLevelType w:val="multilevel"/>
    <w:tmpl w:val="76A0591C"/>
    <w:lvl w:ilvl="0">
      <w:start w:val="1"/>
      <w:numFmt w:val="decimal"/>
      <w:lvlText w:val="%1."/>
      <w:lvlJc w:val="left"/>
      <w:pPr>
        <w:ind w:left="473" w:hanging="144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897" w:hanging="341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2">
      <w:numFmt w:val="bullet"/>
      <w:lvlText w:val="•"/>
      <w:lvlJc w:val="left"/>
      <w:pPr>
        <w:ind w:left="2007" w:hanging="3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14" w:hanging="3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1" w:hanging="3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29" w:hanging="3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36" w:hanging="3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43" w:hanging="3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0" w:hanging="341"/>
      </w:pPr>
      <w:rPr>
        <w:rFonts w:hint="default"/>
        <w:lang w:val="en-US" w:eastAsia="en-US" w:bidi="ar-SA"/>
      </w:rPr>
    </w:lvl>
  </w:abstractNum>
  <w:abstractNum w:abstractNumId="31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2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EF47B6"/>
    <w:multiLevelType w:val="hybridMultilevel"/>
    <w:tmpl w:val="AC8ACD8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1C75B4"/>
    <w:multiLevelType w:val="hybridMultilevel"/>
    <w:tmpl w:val="E94836B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8368B6"/>
    <w:multiLevelType w:val="hybridMultilevel"/>
    <w:tmpl w:val="944A4F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A9B2080"/>
    <w:multiLevelType w:val="hybridMultilevel"/>
    <w:tmpl w:val="2C42628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0AA9210D"/>
    <w:multiLevelType w:val="multilevel"/>
    <w:tmpl w:val="18EA08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0AB60EB0"/>
    <w:multiLevelType w:val="hybridMultilevel"/>
    <w:tmpl w:val="707006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C677F8"/>
    <w:multiLevelType w:val="hybridMultilevel"/>
    <w:tmpl w:val="036479E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072DE2"/>
    <w:multiLevelType w:val="hybridMultilevel"/>
    <w:tmpl w:val="E13A2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B457A0F"/>
    <w:multiLevelType w:val="hybridMultilevel"/>
    <w:tmpl w:val="ECE6EE8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BBF5C38"/>
    <w:multiLevelType w:val="hybridMultilevel"/>
    <w:tmpl w:val="8C38E0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D80F01"/>
    <w:multiLevelType w:val="multilevel"/>
    <w:tmpl w:val="0832C0E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0C320FCB"/>
    <w:multiLevelType w:val="hybridMultilevel"/>
    <w:tmpl w:val="07AA60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C500EF8"/>
    <w:multiLevelType w:val="multilevel"/>
    <w:tmpl w:val="F6F0F9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0C9C696A"/>
    <w:multiLevelType w:val="multilevel"/>
    <w:tmpl w:val="D9BC7FB0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47" w15:restartNumberingAfterBreak="0">
    <w:nsid w:val="0D5C44BA"/>
    <w:multiLevelType w:val="hybridMultilevel"/>
    <w:tmpl w:val="D71AADA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0E08043A"/>
    <w:multiLevelType w:val="multilevel"/>
    <w:tmpl w:val="073E13F6"/>
    <w:styleLink w:val="Style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4A6B5E"/>
    <w:multiLevelType w:val="hybridMultilevel"/>
    <w:tmpl w:val="B0204C0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3D31D4"/>
    <w:multiLevelType w:val="hybridMultilevel"/>
    <w:tmpl w:val="1E9E01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0972858"/>
    <w:multiLevelType w:val="hybridMultilevel"/>
    <w:tmpl w:val="9CB0A3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53" w15:restartNumberingAfterBreak="0">
    <w:nsid w:val="109D048E"/>
    <w:multiLevelType w:val="hybridMultilevel"/>
    <w:tmpl w:val="EA320B8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0A24E85"/>
    <w:multiLevelType w:val="hybridMultilevel"/>
    <w:tmpl w:val="D6D8BA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F54603"/>
    <w:multiLevelType w:val="multilevel"/>
    <w:tmpl w:val="D2CEC8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12F5A37"/>
    <w:multiLevelType w:val="multilevel"/>
    <w:tmpl w:val="150CD1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3C0100"/>
    <w:multiLevelType w:val="multilevel"/>
    <w:tmpl w:val="D28A951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14E66FD4"/>
    <w:multiLevelType w:val="multilevel"/>
    <w:tmpl w:val="B2DAF8A2"/>
    <w:styleLink w:val="CurrentList4"/>
    <w:lvl w:ilvl="0">
      <w:start w:val="1"/>
      <w:numFmt w:val="decimal"/>
      <w:lvlText w:val="%1."/>
      <w:lvlJc w:val="left"/>
      <w:pPr>
        <w:ind w:left="1050" w:hanging="1050"/>
      </w:pPr>
      <w:rPr>
        <w:rFonts w:ascii="Oswald SemiBold" w:hAnsi="Oswald SemiBold" w:hint="default"/>
        <w:b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59" w15:restartNumberingAfterBreak="0">
    <w:nsid w:val="14F7784B"/>
    <w:multiLevelType w:val="multilevel"/>
    <w:tmpl w:val="BE1E00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5017A32"/>
    <w:multiLevelType w:val="hybridMultilevel"/>
    <w:tmpl w:val="28F48B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0478D4"/>
    <w:multiLevelType w:val="hybridMultilevel"/>
    <w:tmpl w:val="7FB6D57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5436A49"/>
    <w:multiLevelType w:val="multilevel"/>
    <w:tmpl w:val="8E2A87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5DD060F"/>
    <w:multiLevelType w:val="hybridMultilevel"/>
    <w:tmpl w:val="3D4E268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604512D"/>
    <w:multiLevelType w:val="multilevel"/>
    <w:tmpl w:val="77E62E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78B6A89"/>
    <w:multiLevelType w:val="multilevel"/>
    <w:tmpl w:val="F06CEB5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7971F6D"/>
    <w:multiLevelType w:val="hybridMultilevel"/>
    <w:tmpl w:val="872C479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7A01995"/>
    <w:multiLevelType w:val="hybridMultilevel"/>
    <w:tmpl w:val="F44C89C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17A83AF8"/>
    <w:multiLevelType w:val="multilevel"/>
    <w:tmpl w:val="4C7232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7AA7FD0"/>
    <w:multiLevelType w:val="hybridMultilevel"/>
    <w:tmpl w:val="2C2C13A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8DA1490"/>
    <w:multiLevelType w:val="hybridMultilevel"/>
    <w:tmpl w:val="CB5ADF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E000C8"/>
    <w:multiLevelType w:val="hybridMultilevel"/>
    <w:tmpl w:val="1F44E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939585D"/>
    <w:multiLevelType w:val="multilevel"/>
    <w:tmpl w:val="05640A8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A2F3F55"/>
    <w:multiLevelType w:val="hybridMultilevel"/>
    <w:tmpl w:val="BB228B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ABF41D4"/>
    <w:multiLevelType w:val="hybridMultilevel"/>
    <w:tmpl w:val="3072DD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B583683"/>
    <w:multiLevelType w:val="hybridMultilevel"/>
    <w:tmpl w:val="9766AD1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8" w15:restartNumberingAfterBreak="0">
    <w:nsid w:val="1BB51B76"/>
    <w:multiLevelType w:val="multilevel"/>
    <w:tmpl w:val="E586D0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BC62E93"/>
    <w:multiLevelType w:val="hybridMultilevel"/>
    <w:tmpl w:val="765E84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7E3D80"/>
    <w:multiLevelType w:val="multilevel"/>
    <w:tmpl w:val="7AE408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CD13F0A"/>
    <w:multiLevelType w:val="multilevel"/>
    <w:tmpl w:val="4E5CB6E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D1A379A"/>
    <w:multiLevelType w:val="multilevel"/>
    <w:tmpl w:val="2F38CB5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D7B2FAA"/>
    <w:multiLevelType w:val="hybridMultilevel"/>
    <w:tmpl w:val="5D18E33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D980C39"/>
    <w:multiLevelType w:val="hybridMultilevel"/>
    <w:tmpl w:val="FF146C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DB14025"/>
    <w:multiLevelType w:val="hybridMultilevel"/>
    <w:tmpl w:val="5686AF3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86" w15:restartNumberingAfterBreak="0">
    <w:nsid w:val="1DB5504C"/>
    <w:multiLevelType w:val="hybridMultilevel"/>
    <w:tmpl w:val="94F02624"/>
    <w:lvl w:ilvl="0" w:tplc="218C8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E6A79B6"/>
    <w:multiLevelType w:val="hybridMultilevel"/>
    <w:tmpl w:val="808AC5D2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FFFFFFFF" w:tentative="1">
      <w:start w:val="1"/>
      <w:numFmt w:val="lowerLetter"/>
      <w:lvlText w:val="%2."/>
      <w:lvlJc w:val="left"/>
      <w:pPr>
        <w:ind w:left="1831" w:hanging="360"/>
      </w:pPr>
    </w:lvl>
    <w:lvl w:ilvl="2" w:tplc="FFFFFFFF" w:tentative="1">
      <w:start w:val="1"/>
      <w:numFmt w:val="lowerRoman"/>
      <w:lvlText w:val="%3."/>
      <w:lvlJc w:val="right"/>
      <w:pPr>
        <w:ind w:left="2551" w:hanging="180"/>
      </w:pPr>
    </w:lvl>
    <w:lvl w:ilvl="3" w:tplc="FFFFFFFF" w:tentative="1">
      <w:start w:val="1"/>
      <w:numFmt w:val="decimal"/>
      <w:lvlText w:val="%4."/>
      <w:lvlJc w:val="left"/>
      <w:pPr>
        <w:ind w:left="3271" w:hanging="360"/>
      </w:pPr>
    </w:lvl>
    <w:lvl w:ilvl="4" w:tplc="FFFFFFFF" w:tentative="1">
      <w:start w:val="1"/>
      <w:numFmt w:val="lowerLetter"/>
      <w:lvlText w:val="%5."/>
      <w:lvlJc w:val="left"/>
      <w:pPr>
        <w:ind w:left="3991" w:hanging="360"/>
      </w:pPr>
    </w:lvl>
    <w:lvl w:ilvl="5" w:tplc="FFFFFFFF" w:tentative="1">
      <w:start w:val="1"/>
      <w:numFmt w:val="lowerRoman"/>
      <w:lvlText w:val="%6."/>
      <w:lvlJc w:val="right"/>
      <w:pPr>
        <w:ind w:left="4711" w:hanging="180"/>
      </w:pPr>
    </w:lvl>
    <w:lvl w:ilvl="6" w:tplc="FFFFFFFF" w:tentative="1">
      <w:start w:val="1"/>
      <w:numFmt w:val="decimal"/>
      <w:lvlText w:val="%7."/>
      <w:lvlJc w:val="left"/>
      <w:pPr>
        <w:ind w:left="5431" w:hanging="360"/>
      </w:pPr>
    </w:lvl>
    <w:lvl w:ilvl="7" w:tplc="FFFFFFFF" w:tentative="1">
      <w:start w:val="1"/>
      <w:numFmt w:val="lowerLetter"/>
      <w:lvlText w:val="%8."/>
      <w:lvlJc w:val="left"/>
      <w:pPr>
        <w:ind w:left="6151" w:hanging="360"/>
      </w:pPr>
    </w:lvl>
    <w:lvl w:ilvl="8" w:tplc="FFFFFFFF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88" w15:restartNumberingAfterBreak="0">
    <w:nsid w:val="1EB24651"/>
    <w:multiLevelType w:val="hybridMultilevel"/>
    <w:tmpl w:val="D0D2C4EC"/>
    <w:lvl w:ilvl="0" w:tplc="0414001B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1ECF2AC2"/>
    <w:multiLevelType w:val="hybridMultilevel"/>
    <w:tmpl w:val="3CE477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EE14478"/>
    <w:multiLevelType w:val="hybridMultilevel"/>
    <w:tmpl w:val="5AE0DD8A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F152487"/>
    <w:multiLevelType w:val="hybridMultilevel"/>
    <w:tmpl w:val="E8C695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754B5A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1F3C7309"/>
    <w:multiLevelType w:val="multilevel"/>
    <w:tmpl w:val="084E021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94" w15:restartNumberingAfterBreak="0">
    <w:nsid w:val="1F3D3195"/>
    <w:multiLevelType w:val="multilevel"/>
    <w:tmpl w:val="73F02D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05104C2"/>
    <w:multiLevelType w:val="hybridMultilevel"/>
    <w:tmpl w:val="4C581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0AD36A4"/>
    <w:multiLevelType w:val="multilevel"/>
    <w:tmpl w:val="0024B52A"/>
    <w:styleLink w:val="CurrentList3"/>
    <w:lvl w:ilvl="0">
      <w:start w:val="1"/>
      <w:numFmt w:val="decimal"/>
      <w:lvlText w:val="%1."/>
      <w:lvlJc w:val="left"/>
      <w:pPr>
        <w:ind w:left="1050" w:hanging="360"/>
      </w:pPr>
      <w:rPr>
        <w:rFonts w:ascii="Oswald SemiBold" w:hAnsi="Oswald SemiBold" w:hint="default"/>
        <w:b/>
        <w:i w:val="0"/>
        <w:color w:val="00548E" w:themeColor="accent1"/>
        <w:sz w:val="36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97" w15:restartNumberingAfterBreak="0">
    <w:nsid w:val="21207AE7"/>
    <w:multiLevelType w:val="multilevel"/>
    <w:tmpl w:val="45D8C6B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8" w15:restartNumberingAfterBreak="0">
    <w:nsid w:val="226A6F45"/>
    <w:multiLevelType w:val="multilevel"/>
    <w:tmpl w:val="C4823D0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2FC613D"/>
    <w:multiLevelType w:val="multilevel"/>
    <w:tmpl w:val="F580D7F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31C34A2"/>
    <w:multiLevelType w:val="hybridMultilevel"/>
    <w:tmpl w:val="0AA4B9DE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01" w15:restartNumberingAfterBreak="0">
    <w:nsid w:val="23BD3DFE"/>
    <w:multiLevelType w:val="hybridMultilevel"/>
    <w:tmpl w:val="BCF6BD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3D844BB"/>
    <w:multiLevelType w:val="multilevel"/>
    <w:tmpl w:val="BBB48198"/>
    <w:styleLink w:val="Style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41746C3"/>
    <w:multiLevelType w:val="hybridMultilevel"/>
    <w:tmpl w:val="5F3A997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4330466"/>
    <w:multiLevelType w:val="hybridMultilevel"/>
    <w:tmpl w:val="BB60F3F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4755324"/>
    <w:multiLevelType w:val="multilevel"/>
    <w:tmpl w:val="1E028E3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53F26EC"/>
    <w:multiLevelType w:val="multilevel"/>
    <w:tmpl w:val="7E0AC0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63E59AB"/>
    <w:multiLevelType w:val="hybridMultilevel"/>
    <w:tmpl w:val="D418331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7662DFF"/>
    <w:multiLevelType w:val="multilevel"/>
    <w:tmpl w:val="91DC386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0" w15:restartNumberingAfterBreak="0">
    <w:nsid w:val="280913BF"/>
    <w:multiLevelType w:val="multilevel"/>
    <w:tmpl w:val="C41012D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3006BB"/>
    <w:multiLevelType w:val="multilevel"/>
    <w:tmpl w:val="5ACA884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2" w15:restartNumberingAfterBreak="0">
    <w:nsid w:val="287D06C1"/>
    <w:multiLevelType w:val="hybridMultilevel"/>
    <w:tmpl w:val="51966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8C545F0"/>
    <w:multiLevelType w:val="hybridMultilevel"/>
    <w:tmpl w:val="549675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065D5E"/>
    <w:multiLevelType w:val="hybridMultilevel"/>
    <w:tmpl w:val="EE0839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181DC1"/>
    <w:multiLevelType w:val="hybridMultilevel"/>
    <w:tmpl w:val="8E46A7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313" w:hanging="360"/>
      </w:pPr>
    </w:lvl>
    <w:lvl w:ilvl="2" w:tplc="FFFFFFFF" w:tentative="1">
      <w:start w:val="1"/>
      <w:numFmt w:val="lowerRoman"/>
      <w:lvlText w:val="%3."/>
      <w:lvlJc w:val="right"/>
      <w:pPr>
        <w:ind w:left="3033" w:hanging="180"/>
      </w:pPr>
    </w:lvl>
    <w:lvl w:ilvl="3" w:tplc="FFFFFFFF" w:tentative="1">
      <w:start w:val="1"/>
      <w:numFmt w:val="decimal"/>
      <w:lvlText w:val="%4."/>
      <w:lvlJc w:val="left"/>
      <w:pPr>
        <w:ind w:left="3753" w:hanging="360"/>
      </w:pPr>
    </w:lvl>
    <w:lvl w:ilvl="4" w:tplc="FFFFFFFF" w:tentative="1">
      <w:start w:val="1"/>
      <w:numFmt w:val="lowerLetter"/>
      <w:lvlText w:val="%5."/>
      <w:lvlJc w:val="left"/>
      <w:pPr>
        <w:ind w:left="4473" w:hanging="360"/>
      </w:pPr>
    </w:lvl>
    <w:lvl w:ilvl="5" w:tplc="FFFFFFFF" w:tentative="1">
      <w:start w:val="1"/>
      <w:numFmt w:val="lowerRoman"/>
      <w:lvlText w:val="%6."/>
      <w:lvlJc w:val="right"/>
      <w:pPr>
        <w:ind w:left="5193" w:hanging="180"/>
      </w:pPr>
    </w:lvl>
    <w:lvl w:ilvl="6" w:tplc="FFFFFFFF" w:tentative="1">
      <w:start w:val="1"/>
      <w:numFmt w:val="decimal"/>
      <w:lvlText w:val="%7."/>
      <w:lvlJc w:val="left"/>
      <w:pPr>
        <w:ind w:left="5913" w:hanging="360"/>
      </w:pPr>
    </w:lvl>
    <w:lvl w:ilvl="7" w:tplc="FFFFFFFF" w:tentative="1">
      <w:start w:val="1"/>
      <w:numFmt w:val="lowerLetter"/>
      <w:lvlText w:val="%8."/>
      <w:lvlJc w:val="left"/>
      <w:pPr>
        <w:ind w:left="6633" w:hanging="360"/>
      </w:pPr>
    </w:lvl>
    <w:lvl w:ilvl="8" w:tplc="FFFFFFFF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116" w15:restartNumberingAfterBreak="0">
    <w:nsid w:val="2A414328"/>
    <w:multiLevelType w:val="multilevel"/>
    <w:tmpl w:val="F9F6FF2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B214513"/>
    <w:multiLevelType w:val="hybridMultilevel"/>
    <w:tmpl w:val="E2160BD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BDF393D"/>
    <w:multiLevelType w:val="hybridMultilevel"/>
    <w:tmpl w:val="019E78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0" w15:restartNumberingAfterBreak="0">
    <w:nsid w:val="2C1A185C"/>
    <w:multiLevelType w:val="hybridMultilevel"/>
    <w:tmpl w:val="BAE2F53E"/>
    <w:lvl w:ilvl="0" w:tplc="0809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44" w:hanging="360"/>
      </w:pPr>
    </w:lvl>
    <w:lvl w:ilvl="2" w:tplc="FFFFFFFF" w:tentative="1">
      <w:start w:val="1"/>
      <w:numFmt w:val="lowerRoman"/>
      <w:lvlText w:val="%3."/>
      <w:lvlJc w:val="right"/>
      <w:pPr>
        <w:ind w:left="2564" w:hanging="180"/>
      </w:pPr>
    </w:lvl>
    <w:lvl w:ilvl="3" w:tplc="FFFFFFFF" w:tentative="1">
      <w:start w:val="1"/>
      <w:numFmt w:val="decimal"/>
      <w:lvlText w:val="%4."/>
      <w:lvlJc w:val="left"/>
      <w:pPr>
        <w:ind w:left="3284" w:hanging="360"/>
      </w:pPr>
    </w:lvl>
    <w:lvl w:ilvl="4" w:tplc="FFFFFFFF" w:tentative="1">
      <w:start w:val="1"/>
      <w:numFmt w:val="lowerLetter"/>
      <w:lvlText w:val="%5."/>
      <w:lvlJc w:val="left"/>
      <w:pPr>
        <w:ind w:left="4004" w:hanging="360"/>
      </w:pPr>
    </w:lvl>
    <w:lvl w:ilvl="5" w:tplc="FFFFFFFF" w:tentative="1">
      <w:start w:val="1"/>
      <w:numFmt w:val="lowerRoman"/>
      <w:lvlText w:val="%6."/>
      <w:lvlJc w:val="right"/>
      <w:pPr>
        <w:ind w:left="4724" w:hanging="180"/>
      </w:pPr>
    </w:lvl>
    <w:lvl w:ilvl="6" w:tplc="FFFFFFFF" w:tentative="1">
      <w:start w:val="1"/>
      <w:numFmt w:val="decimal"/>
      <w:lvlText w:val="%7."/>
      <w:lvlJc w:val="left"/>
      <w:pPr>
        <w:ind w:left="5444" w:hanging="360"/>
      </w:pPr>
    </w:lvl>
    <w:lvl w:ilvl="7" w:tplc="FFFFFFFF" w:tentative="1">
      <w:start w:val="1"/>
      <w:numFmt w:val="lowerLetter"/>
      <w:lvlText w:val="%8."/>
      <w:lvlJc w:val="left"/>
      <w:pPr>
        <w:ind w:left="6164" w:hanging="360"/>
      </w:pPr>
    </w:lvl>
    <w:lvl w:ilvl="8" w:tplc="FFFFFFFF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121" w15:restartNumberingAfterBreak="0">
    <w:nsid w:val="2C1F5B21"/>
    <w:multiLevelType w:val="hybridMultilevel"/>
    <w:tmpl w:val="6C7060C0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2" w15:restartNumberingAfterBreak="0">
    <w:nsid w:val="2D0C6C5D"/>
    <w:multiLevelType w:val="hybridMultilevel"/>
    <w:tmpl w:val="F5904B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2D2E7520"/>
    <w:multiLevelType w:val="multilevel"/>
    <w:tmpl w:val="CC0C78A2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4" w15:restartNumberingAfterBreak="0">
    <w:nsid w:val="2F9F2BD8"/>
    <w:multiLevelType w:val="multilevel"/>
    <w:tmpl w:val="6A58184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5" w15:restartNumberingAfterBreak="0">
    <w:nsid w:val="2FAF7F08"/>
    <w:multiLevelType w:val="multilevel"/>
    <w:tmpl w:val="517211E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6" w15:restartNumberingAfterBreak="0">
    <w:nsid w:val="2FE071B1"/>
    <w:multiLevelType w:val="multilevel"/>
    <w:tmpl w:val="B31CDFC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7" w15:restartNumberingAfterBreak="0">
    <w:nsid w:val="30660305"/>
    <w:multiLevelType w:val="multilevel"/>
    <w:tmpl w:val="AB7679B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081017F"/>
    <w:multiLevelType w:val="hybridMultilevel"/>
    <w:tmpl w:val="958E019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9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0" w15:restartNumberingAfterBreak="0">
    <w:nsid w:val="30B5455D"/>
    <w:multiLevelType w:val="hybridMultilevel"/>
    <w:tmpl w:val="E62A572C"/>
    <w:lvl w:ilvl="0" w:tplc="0414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1" w15:restartNumberingAfterBreak="0">
    <w:nsid w:val="30C81EE8"/>
    <w:multiLevelType w:val="multilevel"/>
    <w:tmpl w:val="D91ECD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0E17180"/>
    <w:multiLevelType w:val="hybridMultilevel"/>
    <w:tmpl w:val="343074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1584CB0"/>
    <w:multiLevelType w:val="multilevel"/>
    <w:tmpl w:val="5A2EFA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18C162F"/>
    <w:multiLevelType w:val="hybridMultilevel"/>
    <w:tmpl w:val="61FEB2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29F30D8"/>
    <w:multiLevelType w:val="multilevel"/>
    <w:tmpl w:val="9580DED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3197CDD"/>
    <w:multiLevelType w:val="hybridMultilevel"/>
    <w:tmpl w:val="2C949C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35D3E5A"/>
    <w:multiLevelType w:val="multilevel"/>
    <w:tmpl w:val="24A060D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138" w15:restartNumberingAfterBreak="0">
    <w:nsid w:val="337962D2"/>
    <w:multiLevelType w:val="multilevel"/>
    <w:tmpl w:val="5BE244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3797396"/>
    <w:multiLevelType w:val="hybridMultilevel"/>
    <w:tmpl w:val="C808866C"/>
    <w:lvl w:ilvl="0" w:tplc="7BA4D4EE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38126B8"/>
    <w:multiLevelType w:val="hybridMultilevel"/>
    <w:tmpl w:val="5D2CD6F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upp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3BF738F"/>
    <w:multiLevelType w:val="multilevel"/>
    <w:tmpl w:val="BCA6E25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C65EF4"/>
    <w:multiLevelType w:val="hybridMultilevel"/>
    <w:tmpl w:val="A81814D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5D0227D"/>
    <w:multiLevelType w:val="hybridMultilevel"/>
    <w:tmpl w:val="3BEE7FC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6214923"/>
    <w:multiLevelType w:val="multilevel"/>
    <w:tmpl w:val="575CE68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65817A4"/>
    <w:multiLevelType w:val="hybridMultilevel"/>
    <w:tmpl w:val="D4D6C91C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63" w:hanging="360"/>
      </w:pPr>
    </w:lvl>
    <w:lvl w:ilvl="2" w:tplc="FFFFFFFF" w:tentative="1">
      <w:start w:val="1"/>
      <w:numFmt w:val="lowerRoman"/>
      <w:lvlText w:val="%3."/>
      <w:lvlJc w:val="right"/>
      <w:pPr>
        <w:ind w:left="2583" w:hanging="180"/>
      </w:pPr>
    </w:lvl>
    <w:lvl w:ilvl="3" w:tplc="FFFFFFFF" w:tentative="1">
      <w:start w:val="1"/>
      <w:numFmt w:val="decimal"/>
      <w:lvlText w:val="%4."/>
      <w:lvlJc w:val="left"/>
      <w:pPr>
        <w:ind w:left="3303" w:hanging="360"/>
      </w:pPr>
    </w:lvl>
    <w:lvl w:ilvl="4" w:tplc="FFFFFFFF" w:tentative="1">
      <w:start w:val="1"/>
      <w:numFmt w:val="lowerLetter"/>
      <w:lvlText w:val="%5."/>
      <w:lvlJc w:val="left"/>
      <w:pPr>
        <w:ind w:left="4023" w:hanging="360"/>
      </w:pPr>
    </w:lvl>
    <w:lvl w:ilvl="5" w:tplc="FFFFFFFF" w:tentative="1">
      <w:start w:val="1"/>
      <w:numFmt w:val="lowerRoman"/>
      <w:lvlText w:val="%6."/>
      <w:lvlJc w:val="right"/>
      <w:pPr>
        <w:ind w:left="4743" w:hanging="180"/>
      </w:pPr>
    </w:lvl>
    <w:lvl w:ilvl="6" w:tplc="FFFFFFFF" w:tentative="1">
      <w:start w:val="1"/>
      <w:numFmt w:val="decimal"/>
      <w:lvlText w:val="%7."/>
      <w:lvlJc w:val="left"/>
      <w:pPr>
        <w:ind w:left="5463" w:hanging="360"/>
      </w:pPr>
    </w:lvl>
    <w:lvl w:ilvl="7" w:tplc="FFFFFFFF" w:tentative="1">
      <w:start w:val="1"/>
      <w:numFmt w:val="lowerLetter"/>
      <w:lvlText w:val="%8."/>
      <w:lvlJc w:val="left"/>
      <w:pPr>
        <w:ind w:left="6183" w:hanging="360"/>
      </w:pPr>
    </w:lvl>
    <w:lvl w:ilvl="8" w:tplc="FFFFFFFF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6" w15:restartNumberingAfterBreak="0">
    <w:nsid w:val="36755E0A"/>
    <w:multiLevelType w:val="hybridMultilevel"/>
    <w:tmpl w:val="0E1A783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1115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69C4B2B"/>
    <w:multiLevelType w:val="hybridMultilevel"/>
    <w:tmpl w:val="0F62801E"/>
    <w:lvl w:ilvl="0" w:tplc="3076A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6A47D1E"/>
    <w:multiLevelType w:val="hybridMultilevel"/>
    <w:tmpl w:val="D13C90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78B66B9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757375E"/>
    <w:multiLevelType w:val="multilevel"/>
    <w:tmpl w:val="BAB8D87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0" w15:restartNumberingAfterBreak="0">
    <w:nsid w:val="37951A7B"/>
    <w:multiLevelType w:val="multilevel"/>
    <w:tmpl w:val="969C52DE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51" w15:restartNumberingAfterBreak="0">
    <w:nsid w:val="37A326DF"/>
    <w:multiLevelType w:val="multilevel"/>
    <w:tmpl w:val="886075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80B43BF"/>
    <w:multiLevelType w:val="multilevel"/>
    <w:tmpl w:val="25F475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85E31D6"/>
    <w:multiLevelType w:val="hybridMultilevel"/>
    <w:tmpl w:val="1338A4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87A5CFA"/>
    <w:multiLevelType w:val="hybridMultilevel"/>
    <w:tmpl w:val="58924B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8D44984"/>
    <w:multiLevelType w:val="hybridMultilevel"/>
    <w:tmpl w:val="58FE9E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8E97AFF"/>
    <w:multiLevelType w:val="hybridMultilevel"/>
    <w:tmpl w:val="AD8096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38FE2E8B"/>
    <w:multiLevelType w:val="hybridMultilevel"/>
    <w:tmpl w:val="64CA363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39801062"/>
    <w:multiLevelType w:val="hybridMultilevel"/>
    <w:tmpl w:val="3E1879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9" w15:restartNumberingAfterBreak="0">
    <w:nsid w:val="3A326014"/>
    <w:multiLevelType w:val="hybridMultilevel"/>
    <w:tmpl w:val="A176D41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3A840D0E"/>
    <w:multiLevelType w:val="hybridMultilevel"/>
    <w:tmpl w:val="49689A30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1" w15:restartNumberingAfterBreak="0">
    <w:nsid w:val="3A8946EE"/>
    <w:multiLevelType w:val="hybridMultilevel"/>
    <w:tmpl w:val="96D6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A906FE5"/>
    <w:multiLevelType w:val="hybridMultilevel"/>
    <w:tmpl w:val="1E285C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3B7C3269"/>
    <w:multiLevelType w:val="multilevel"/>
    <w:tmpl w:val="13CE2E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C507BE9"/>
    <w:multiLevelType w:val="hybridMultilevel"/>
    <w:tmpl w:val="32A68512"/>
    <w:lvl w:ilvl="0" w:tplc="FFFFFFFF">
      <w:start w:val="1"/>
      <w:numFmt w:val="lowerRoman"/>
      <w:lvlText w:val="%1."/>
      <w:lvlJc w:val="righ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5" w15:restartNumberingAfterBreak="0">
    <w:nsid w:val="3CC63CC6"/>
    <w:multiLevelType w:val="hybridMultilevel"/>
    <w:tmpl w:val="78BAF7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3D2C01FD"/>
    <w:multiLevelType w:val="multilevel"/>
    <w:tmpl w:val="5D1463C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E1A342E"/>
    <w:multiLevelType w:val="hybridMultilevel"/>
    <w:tmpl w:val="447226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E55028F"/>
    <w:multiLevelType w:val="hybridMultilevel"/>
    <w:tmpl w:val="658AB5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E7302E9"/>
    <w:multiLevelType w:val="multilevel"/>
    <w:tmpl w:val="2AB602B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0" w15:restartNumberingAfterBreak="0">
    <w:nsid w:val="3F055CA9"/>
    <w:multiLevelType w:val="multilevel"/>
    <w:tmpl w:val="6C5EAB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1" w15:restartNumberingAfterBreak="0">
    <w:nsid w:val="3F722A89"/>
    <w:multiLevelType w:val="multilevel"/>
    <w:tmpl w:val="637CF1B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F72438F"/>
    <w:multiLevelType w:val="hybridMultilevel"/>
    <w:tmpl w:val="F182C802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3" w15:restartNumberingAfterBreak="0">
    <w:nsid w:val="3F862E28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0CC0D0C"/>
    <w:multiLevelType w:val="multilevel"/>
    <w:tmpl w:val="0F0A7166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5" w15:restartNumberingAfterBreak="0">
    <w:nsid w:val="40E25C95"/>
    <w:multiLevelType w:val="hybridMultilevel"/>
    <w:tmpl w:val="24D086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0FD78F9"/>
    <w:multiLevelType w:val="multilevel"/>
    <w:tmpl w:val="F4805E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115172E"/>
    <w:multiLevelType w:val="hybridMultilevel"/>
    <w:tmpl w:val="C3BA60A2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8" w15:restartNumberingAfterBreak="0">
    <w:nsid w:val="427E1E11"/>
    <w:multiLevelType w:val="hybridMultilevel"/>
    <w:tmpl w:val="F8906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2A4484D"/>
    <w:multiLevelType w:val="hybridMultilevel"/>
    <w:tmpl w:val="49084B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2AC06C7"/>
    <w:multiLevelType w:val="multilevel"/>
    <w:tmpl w:val="3D88E0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2B56A3A"/>
    <w:multiLevelType w:val="hybridMultilevel"/>
    <w:tmpl w:val="518E2A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35265A0"/>
    <w:multiLevelType w:val="hybridMultilevel"/>
    <w:tmpl w:val="D5802EB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36D6B5B"/>
    <w:multiLevelType w:val="hybridMultilevel"/>
    <w:tmpl w:val="AF46B26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37237B0"/>
    <w:multiLevelType w:val="hybridMultilevel"/>
    <w:tmpl w:val="99FE4B0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3EA189E"/>
    <w:multiLevelType w:val="hybridMultilevel"/>
    <w:tmpl w:val="E9AAC22C"/>
    <w:lvl w:ilvl="0" w:tplc="080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03" w:hanging="360"/>
      </w:pPr>
    </w:lvl>
    <w:lvl w:ilvl="2" w:tplc="FFFFFFFF" w:tentative="1">
      <w:start w:val="1"/>
      <w:numFmt w:val="lowerRoman"/>
      <w:lvlText w:val="%3."/>
      <w:lvlJc w:val="right"/>
      <w:pPr>
        <w:ind w:left="2823" w:hanging="180"/>
      </w:pPr>
    </w:lvl>
    <w:lvl w:ilvl="3" w:tplc="FFFFFFFF" w:tentative="1">
      <w:start w:val="1"/>
      <w:numFmt w:val="decimal"/>
      <w:lvlText w:val="%4."/>
      <w:lvlJc w:val="left"/>
      <w:pPr>
        <w:ind w:left="3543" w:hanging="360"/>
      </w:pPr>
    </w:lvl>
    <w:lvl w:ilvl="4" w:tplc="FFFFFFFF" w:tentative="1">
      <w:start w:val="1"/>
      <w:numFmt w:val="lowerLetter"/>
      <w:lvlText w:val="%5."/>
      <w:lvlJc w:val="left"/>
      <w:pPr>
        <w:ind w:left="4263" w:hanging="360"/>
      </w:pPr>
    </w:lvl>
    <w:lvl w:ilvl="5" w:tplc="FFFFFFFF" w:tentative="1">
      <w:start w:val="1"/>
      <w:numFmt w:val="lowerRoman"/>
      <w:lvlText w:val="%6."/>
      <w:lvlJc w:val="right"/>
      <w:pPr>
        <w:ind w:left="4983" w:hanging="180"/>
      </w:pPr>
    </w:lvl>
    <w:lvl w:ilvl="6" w:tplc="FFFFFFFF" w:tentative="1">
      <w:start w:val="1"/>
      <w:numFmt w:val="decimal"/>
      <w:lvlText w:val="%7."/>
      <w:lvlJc w:val="left"/>
      <w:pPr>
        <w:ind w:left="5703" w:hanging="360"/>
      </w:pPr>
    </w:lvl>
    <w:lvl w:ilvl="7" w:tplc="FFFFFFFF" w:tentative="1">
      <w:start w:val="1"/>
      <w:numFmt w:val="lowerLetter"/>
      <w:lvlText w:val="%8."/>
      <w:lvlJc w:val="left"/>
      <w:pPr>
        <w:ind w:left="6423" w:hanging="360"/>
      </w:pPr>
    </w:lvl>
    <w:lvl w:ilvl="8" w:tplc="FFFFFFFF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86" w15:restartNumberingAfterBreak="0">
    <w:nsid w:val="442F14B4"/>
    <w:multiLevelType w:val="hybridMultilevel"/>
    <w:tmpl w:val="0B1C92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8" w15:restartNumberingAfterBreak="0">
    <w:nsid w:val="453D714F"/>
    <w:multiLevelType w:val="multilevel"/>
    <w:tmpl w:val="566830E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89" w15:restartNumberingAfterBreak="0">
    <w:nsid w:val="456A38F0"/>
    <w:multiLevelType w:val="hybridMultilevel"/>
    <w:tmpl w:val="9C948AE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5B86784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1" w15:restartNumberingAfterBreak="0">
    <w:nsid w:val="45D363FC"/>
    <w:multiLevelType w:val="hybridMultilevel"/>
    <w:tmpl w:val="C1FC5D5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46307023"/>
    <w:multiLevelType w:val="hybridMultilevel"/>
    <w:tmpl w:val="D7686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93" w15:restartNumberingAfterBreak="0">
    <w:nsid w:val="46556548"/>
    <w:multiLevelType w:val="multilevel"/>
    <w:tmpl w:val="9856C7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465A3D32"/>
    <w:multiLevelType w:val="multilevel"/>
    <w:tmpl w:val="4A76E7C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66965F2"/>
    <w:multiLevelType w:val="hybridMultilevel"/>
    <w:tmpl w:val="935CB5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468228D3"/>
    <w:multiLevelType w:val="hybridMultilevel"/>
    <w:tmpl w:val="A6E64A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7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98" w15:restartNumberingAfterBreak="0">
    <w:nsid w:val="46AB4873"/>
    <w:multiLevelType w:val="multilevel"/>
    <w:tmpl w:val="9CF6F6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9" w15:restartNumberingAfterBreak="0">
    <w:nsid w:val="4798663B"/>
    <w:multiLevelType w:val="multilevel"/>
    <w:tmpl w:val="486E08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7BF36A9"/>
    <w:multiLevelType w:val="hybridMultilevel"/>
    <w:tmpl w:val="E946D7C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02" w15:restartNumberingAfterBreak="0">
    <w:nsid w:val="48106433"/>
    <w:multiLevelType w:val="multilevel"/>
    <w:tmpl w:val="90520A1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3" w15:restartNumberingAfterBreak="0">
    <w:nsid w:val="481D5281"/>
    <w:multiLevelType w:val="hybridMultilevel"/>
    <w:tmpl w:val="0A885526"/>
    <w:lvl w:ilvl="0" w:tplc="C65089B4">
      <w:start w:val="1"/>
      <w:numFmt w:val="decimal"/>
      <w:pStyle w:val="Newnormal"/>
      <w:lvlText w:val="%1."/>
      <w:lvlJc w:val="left"/>
      <w:pPr>
        <w:ind w:left="1080" w:hanging="360"/>
      </w:pPr>
      <w:rPr>
        <w:rFonts w:hint="default"/>
        <w:color w:val="A3D8FF" w:themeColor="text1" w:themeTint="4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 w15:restartNumberingAfterBreak="0">
    <w:nsid w:val="485F1E9B"/>
    <w:multiLevelType w:val="multilevel"/>
    <w:tmpl w:val="1A10369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886012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06" w15:restartNumberingAfterBreak="0">
    <w:nsid w:val="48F645AE"/>
    <w:multiLevelType w:val="hybridMultilevel"/>
    <w:tmpl w:val="FC981D1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490A39AF"/>
    <w:multiLevelType w:val="multilevel"/>
    <w:tmpl w:val="4620C5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494E6F35"/>
    <w:multiLevelType w:val="multilevel"/>
    <w:tmpl w:val="D5688FA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09" w15:restartNumberingAfterBreak="0">
    <w:nsid w:val="4A265F3A"/>
    <w:multiLevelType w:val="hybridMultilevel"/>
    <w:tmpl w:val="C0400CF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4A3D5B26"/>
    <w:multiLevelType w:val="multilevel"/>
    <w:tmpl w:val="7D4EA3E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11" w15:restartNumberingAfterBreak="0">
    <w:nsid w:val="4A571D0C"/>
    <w:multiLevelType w:val="multilevel"/>
    <w:tmpl w:val="F5A686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4A765E0B"/>
    <w:multiLevelType w:val="hybridMultilevel"/>
    <w:tmpl w:val="0CD6C9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4AA3261D"/>
    <w:multiLevelType w:val="multilevel"/>
    <w:tmpl w:val="04CC70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4B12232C"/>
    <w:multiLevelType w:val="multilevel"/>
    <w:tmpl w:val="74AEBA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B1C3329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16" w15:restartNumberingAfterBreak="0">
    <w:nsid w:val="4B397FA0"/>
    <w:multiLevelType w:val="multilevel"/>
    <w:tmpl w:val="24A060D2"/>
    <w:styleLink w:val="CurrentList1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7" w15:restartNumberingAfterBreak="0">
    <w:nsid w:val="4B8858A2"/>
    <w:multiLevelType w:val="multilevel"/>
    <w:tmpl w:val="2648EBC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BC2237A"/>
    <w:multiLevelType w:val="multilevel"/>
    <w:tmpl w:val="D3D89ED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9" w15:restartNumberingAfterBreak="0">
    <w:nsid w:val="4C8A7CCA"/>
    <w:multiLevelType w:val="hybridMultilevel"/>
    <w:tmpl w:val="A43C4202"/>
    <w:lvl w:ilvl="0" w:tplc="5144F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4CA17192"/>
    <w:multiLevelType w:val="multilevel"/>
    <w:tmpl w:val="2446DB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4CBD294B"/>
    <w:multiLevelType w:val="hybridMultilevel"/>
    <w:tmpl w:val="D36C5E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4D3E0EA0"/>
    <w:multiLevelType w:val="hybridMultilevel"/>
    <w:tmpl w:val="716008AC"/>
    <w:lvl w:ilvl="0" w:tplc="0414001B">
      <w:start w:val="1"/>
      <w:numFmt w:val="lowerRoman"/>
      <w:lvlText w:val="%1."/>
      <w:lvlJc w:val="right"/>
      <w:pPr>
        <w:ind w:left="1588" w:hanging="360"/>
      </w:pPr>
    </w:lvl>
    <w:lvl w:ilvl="1" w:tplc="08090019" w:tentative="1">
      <w:start w:val="1"/>
      <w:numFmt w:val="lowerLetter"/>
      <w:lvlText w:val="%2."/>
      <w:lvlJc w:val="left"/>
      <w:pPr>
        <w:ind w:left="2308" w:hanging="360"/>
      </w:pPr>
    </w:lvl>
    <w:lvl w:ilvl="2" w:tplc="0809001B" w:tentative="1">
      <w:start w:val="1"/>
      <w:numFmt w:val="lowerRoman"/>
      <w:lvlText w:val="%3."/>
      <w:lvlJc w:val="right"/>
      <w:pPr>
        <w:ind w:left="3028" w:hanging="180"/>
      </w:pPr>
    </w:lvl>
    <w:lvl w:ilvl="3" w:tplc="0809000F" w:tentative="1">
      <w:start w:val="1"/>
      <w:numFmt w:val="decimal"/>
      <w:lvlText w:val="%4."/>
      <w:lvlJc w:val="left"/>
      <w:pPr>
        <w:ind w:left="3748" w:hanging="360"/>
      </w:pPr>
    </w:lvl>
    <w:lvl w:ilvl="4" w:tplc="08090019" w:tentative="1">
      <w:start w:val="1"/>
      <w:numFmt w:val="lowerLetter"/>
      <w:lvlText w:val="%5."/>
      <w:lvlJc w:val="left"/>
      <w:pPr>
        <w:ind w:left="4468" w:hanging="360"/>
      </w:pPr>
    </w:lvl>
    <w:lvl w:ilvl="5" w:tplc="0809001B" w:tentative="1">
      <w:start w:val="1"/>
      <w:numFmt w:val="lowerRoman"/>
      <w:lvlText w:val="%6."/>
      <w:lvlJc w:val="right"/>
      <w:pPr>
        <w:ind w:left="5188" w:hanging="180"/>
      </w:pPr>
    </w:lvl>
    <w:lvl w:ilvl="6" w:tplc="0809000F" w:tentative="1">
      <w:start w:val="1"/>
      <w:numFmt w:val="decimal"/>
      <w:lvlText w:val="%7."/>
      <w:lvlJc w:val="left"/>
      <w:pPr>
        <w:ind w:left="5908" w:hanging="360"/>
      </w:pPr>
    </w:lvl>
    <w:lvl w:ilvl="7" w:tplc="08090019" w:tentative="1">
      <w:start w:val="1"/>
      <w:numFmt w:val="lowerLetter"/>
      <w:lvlText w:val="%8."/>
      <w:lvlJc w:val="left"/>
      <w:pPr>
        <w:ind w:left="6628" w:hanging="360"/>
      </w:pPr>
    </w:lvl>
    <w:lvl w:ilvl="8" w:tplc="080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223" w15:restartNumberingAfterBreak="0">
    <w:nsid w:val="4D6319EA"/>
    <w:multiLevelType w:val="hybridMultilevel"/>
    <w:tmpl w:val="7DFEFB4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4E585AC8"/>
    <w:multiLevelType w:val="hybridMultilevel"/>
    <w:tmpl w:val="F0D48464"/>
    <w:lvl w:ilvl="0" w:tplc="04140019">
      <w:start w:val="1"/>
      <w:numFmt w:val="lowerLetter"/>
      <w:lvlText w:val="%1."/>
      <w:lvlJc w:val="left"/>
      <w:pPr>
        <w:ind w:left="802" w:hanging="360"/>
      </w:pPr>
    </w:lvl>
    <w:lvl w:ilvl="1" w:tplc="08090019">
      <w:start w:val="1"/>
      <w:numFmt w:val="lowerLetter"/>
      <w:lvlText w:val="%2."/>
      <w:lvlJc w:val="left"/>
      <w:pPr>
        <w:ind w:left="1522" w:hanging="360"/>
      </w:pPr>
    </w:lvl>
    <w:lvl w:ilvl="2" w:tplc="0809001B" w:tentative="1">
      <w:start w:val="1"/>
      <w:numFmt w:val="lowerRoman"/>
      <w:lvlText w:val="%3."/>
      <w:lvlJc w:val="right"/>
      <w:pPr>
        <w:ind w:left="2242" w:hanging="180"/>
      </w:pPr>
    </w:lvl>
    <w:lvl w:ilvl="3" w:tplc="0809000F" w:tentative="1">
      <w:start w:val="1"/>
      <w:numFmt w:val="decimal"/>
      <w:lvlText w:val="%4."/>
      <w:lvlJc w:val="left"/>
      <w:pPr>
        <w:ind w:left="2962" w:hanging="360"/>
      </w:pPr>
    </w:lvl>
    <w:lvl w:ilvl="4" w:tplc="08090019" w:tentative="1">
      <w:start w:val="1"/>
      <w:numFmt w:val="lowerLetter"/>
      <w:lvlText w:val="%5."/>
      <w:lvlJc w:val="left"/>
      <w:pPr>
        <w:ind w:left="3682" w:hanging="360"/>
      </w:pPr>
    </w:lvl>
    <w:lvl w:ilvl="5" w:tplc="0809001B" w:tentative="1">
      <w:start w:val="1"/>
      <w:numFmt w:val="lowerRoman"/>
      <w:lvlText w:val="%6."/>
      <w:lvlJc w:val="right"/>
      <w:pPr>
        <w:ind w:left="4402" w:hanging="180"/>
      </w:pPr>
    </w:lvl>
    <w:lvl w:ilvl="6" w:tplc="0809000F" w:tentative="1">
      <w:start w:val="1"/>
      <w:numFmt w:val="decimal"/>
      <w:lvlText w:val="%7."/>
      <w:lvlJc w:val="left"/>
      <w:pPr>
        <w:ind w:left="5122" w:hanging="360"/>
      </w:pPr>
    </w:lvl>
    <w:lvl w:ilvl="7" w:tplc="08090019" w:tentative="1">
      <w:start w:val="1"/>
      <w:numFmt w:val="lowerLetter"/>
      <w:lvlText w:val="%8."/>
      <w:lvlJc w:val="left"/>
      <w:pPr>
        <w:ind w:left="5842" w:hanging="360"/>
      </w:pPr>
    </w:lvl>
    <w:lvl w:ilvl="8" w:tplc="080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25" w15:restartNumberingAfterBreak="0">
    <w:nsid w:val="4ED20DDA"/>
    <w:multiLevelType w:val="hybridMultilevel"/>
    <w:tmpl w:val="89561A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4F566CCD"/>
    <w:multiLevelType w:val="hybridMultilevel"/>
    <w:tmpl w:val="88743DE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4FCD41E2"/>
    <w:multiLevelType w:val="hybridMultilevel"/>
    <w:tmpl w:val="82F452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0022C78"/>
    <w:multiLevelType w:val="hybridMultilevel"/>
    <w:tmpl w:val="438CB67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9" w15:restartNumberingAfterBreak="0">
    <w:nsid w:val="50190D8A"/>
    <w:multiLevelType w:val="multilevel"/>
    <w:tmpl w:val="884A02E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0504C37"/>
    <w:multiLevelType w:val="multilevel"/>
    <w:tmpl w:val="E9866C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1154890"/>
    <w:multiLevelType w:val="hybridMultilevel"/>
    <w:tmpl w:val="CD6678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12A70DA"/>
    <w:multiLevelType w:val="hybridMultilevel"/>
    <w:tmpl w:val="7416E8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1707518"/>
    <w:multiLevelType w:val="multilevel"/>
    <w:tmpl w:val="4BD47A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517B21AC"/>
    <w:multiLevelType w:val="hybridMultilevel"/>
    <w:tmpl w:val="B30C5B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36" w15:restartNumberingAfterBreak="0">
    <w:nsid w:val="51D174AC"/>
    <w:multiLevelType w:val="multilevel"/>
    <w:tmpl w:val="FC62E8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52152E78"/>
    <w:multiLevelType w:val="multilevel"/>
    <w:tmpl w:val="518A77D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38" w15:restartNumberingAfterBreak="0">
    <w:nsid w:val="53B5205B"/>
    <w:multiLevelType w:val="hybridMultilevel"/>
    <w:tmpl w:val="7E9A7F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3E24D48"/>
    <w:multiLevelType w:val="multilevel"/>
    <w:tmpl w:val="A6C2E8C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4A92BB4"/>
    <w:multiLevelType w:val="multilevel"/>
    <w:tmpl w:val="1EB6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4DF2CD6"/>
    <w:multiLevelType w:val="multilevel"/>
    <w:tmpl w:val="8EDE7B9C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2" w15:restartNumberingAfterBreak="0">
    <w:nsid w:val="5555538A"/>
    <w:multiLevelType w:val="hybridMultilevel"/>
    <w:tmpl w:val="2A78C7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556D70C6"/>
    <w:multiLevelType w:val="hybridMultilevel"/>
    <w:tmpl w:val="6F207D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55A14D7E"/>
    <w:multiLevelType w:val="hybridMultilevel"/>
    <w:tmpl w:val="29F4E2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7151636"/>
    <w:multiLevelType w:val="hybridMultilevel"/>
    <w:tmpl w:val="8A4E40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572E5A2D"/>
    <w:multiLevelType w:val="hybridMultilevel"/>
    <w:tmpl w:val="6FD0F4F6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47" w15:restartNumberingAfterBreak="0">
    <w:nsid w:val="5799543D"/>
    <w:multiLevelType w:val="hybridMultilevel"/>
    <w:tmpl w:val="15AA7F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57E0663A"/>
    <w:multiLevelType w:val="hybridMultilevel"/>
    <w:tmpl w:val="4E5E0504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49" w15:restartNumberingAfterBreak="0">
    <w:nsid w:val="580574D2"/>
    <w:multiLevelType w:val="multilevel"/>
    <w:tmpl w:val="FFDAFC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580B6FB2"/>
    <w:multiLevelType w:val="multilevel"/>
    <w:tmpl w:val="927C044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58451623"/>
    <w:multiLevelType w:val="hybridMultilevel"/>
    <w:tmpl w:val="451210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58C7188F"/>
    <w:multiLevelType w:val="multilevel"/>
    <w:tmpl w:val="8168EB6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9485729"/>
    <w:multiLevelType w:val="multilevel"/>
    <w:tmpl w:val="D1CE43D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4" w15:restartNumberingAfterBreak="0">
    <w:nsid w:val="59AD7EA4"/>
    <w:multiLevelType w:val="hybridMultilevel"/>
    <w:tmpl w:val="C590CC1A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5A3F5A87"/>
    <w:multiLevelType w:val="multilevel"/>
    <w:tmpl w:val="8CD2F9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5A72027E"/>
    <w:multiLevelType w:val="multilevel"/>
    <w:tmpl w:val="13EE1092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57" w15:restartNumberingAfterBreak="0">
    <w:nsid w:val="5AFC2DE7"/>
    <w:multiLevelType w:val="hybridMultilevel"/>
    <w:tmpl w:val="67D0265A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8" w15:restartNumberingAfterBreak="0">
    <w:nsid w:val="5BF16F21"/>
    <w:multiLevelType w:val="hybridMultilevel"/>
    <w:tmpl w:val="2ADEE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5C6E2459"/>
    <w:multiLevelType w:val="hybridMultilevel"/>
    <w:tmpl w:val="55D657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5C741B22"/>
    <w:multiLevelType w:val="multilevel"/>
    <w:tmpl w:val="40CC1DC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1" w15:restartNumberingAfterBreak="0">
    <w:nsid w:val="5CD47009"/>
    <w:multiLevelType w:val="hybridMultilevel"/>
    <w:tmpl w:val="A93CED4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5DD050B8"/>
    <w:multiLevelType w:val="multilevel"/>
    <w:tmpl w:val="3FDC70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5F325281"/>
    <w:multiLevelType w:val="multilevel"/>
    <w:tmpl w:val="B4DC0C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5" w15:restartNumberingAfterBreak="0">
    <w:nsid w:val="5FA33F4E"/>
    <w:multiLevelType w:val="multilevel"/>
    <w:tmpl w:val="14C899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6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7" w15:restartNumberingAfterBreak="0">
    <w:nsid w:val="60270090"/>
    <w:multiLevelType w:val="hybridMultilevel"/>
    <w:tmpl w:val="79484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0A3072F"/>
    <w:multiLevelType w:val="multilevel"/>
    <w:tmpl w:val="05B2E21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9" w15:restartNumberingAfterBreak="0">
    <w:nsid w:val="60E201FE"/>
    <w:multiLevelType w:val="hybridMultilevel"/>
    <w:tmpl w:val="E8F209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0F27B07"/>
    <w:multiLevelType w:val="hybridMultilevel"/>
    <w:tmpl w:val="AB4E3A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5" w:hanging="360"/>
      </w:pPr>
    </w:lvl>
    <w:lvl w:ilvl="2" w:tplc="FFFFFFFF" w:tentative="1">
      <w:start w:val="1"/>
      <w:numFmt w:val="lowerRoman"/>
      <w:lvlText w:val="%3."/>
      <w:lvlJc w:val="right"/>
      <w:pPr>
        <w:ind w:left="2215" w:hanging="180"/>
      </w:pPr>
    </w:lvl>
    <w:lvl w:ilvl="3" w:tplc="FFFFFFFF" w:tentative="1">
      <w:start w:val="1"/>
      <w:numFmt w:val="decimal"/>
      <w:lvlText w:val="%4."/>
      <w:lvlJc w:val="left"/>
      <w:pPr>
        <w:ind w:left="2935" w:hanging="360"/>
      </w:pPr>
    </w:lvl>
    <w:lvl w:ilvl="4" w:tplc="FFFFFFFF" w:tentative="1">
      <w:start w:val="1"/>
      <w:numFmt w:val="lowerLetter"/>
      <w:lvlText w:val="%5."/>
      <w:lvlJc w:val="left"/>
      <w:pPr>
        <w:ind w:left="3655" w:hanging="360"/>
      </w:pPr>
    </w:lvl>
    <w:lvl w:ilvl="5" w:tplc="FFFFFFFF" w:tentative="1">
      <w:start w:val="1"/>
      <w:numFmt w:val="lowerRoman"/>
      <w:lvlText w:val="%6."/>
      <w:lvlJc w:val="right"/>
      <w:pPr>
        <w:ind w:left="4375" w:hanging="180"/>
      </w:pPr>
    </w:lvl>
    <w:lvl w:ilvl="6" w:tplc="FFFFFFFF" w:tentative="1">
      <w:start w:val="1"/>
      <w:numFmt w:val="decimal"/>
      <w:lvlText w:val="%7."/>
      <w:lvlJc w:val="left"/>
      <w:pPr>
        <w:ind w:left="5095" w:hanging="360"/>
      </w:pPr>
    </w:lvl>
    <w:lvl w:ilvl="7" w:tplc="FFFFFFFF" w:tentative="1">
      <w:start w:val="1"/>
      <w:numFmt w:val="lowerLetter"/>
      <w:lvlText w:val="%8."/>
      <w:lvlJc w:val="left"/>
      <w:pPr>
        <w:ind w:left="5815" w:hanging="360"/>
      </w:pPr>
    </w:lvl>
    <w:lvl w:ilvl="8" w:tplc="FFFFFFFF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71" w15:restartNumberingAfterBreak="0">
    <w:nsid w:val="61012427"/>
    <w:multiLevelType w:val="hybridMultilevel"/>
    <w:tmpl w:val="14788C6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1496C9D"/>
    <w:multiLevelType w:val="multilevel"/>
    <w:tmpl w:val="2182DF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3" w15:restartNumberingAfterBreak="0">
    <w:nsid w:val="61803C24"/>
    <w:multiLevelType w:val="hybridMultilevel"/>
    <w:tmpl w:val="34121710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74" w15:restartNumberingAfterBreak="0">
    <w:nsid w:val="61E846D9"/>
    <w:multiLevelType w:val="multilevel"/>
    <w:tmpl w:val="C7CC69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2191B89"/>
    <w:multiLevelType w:val="multilevel"/>
    <w:tmpl w:val="AC305E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62260F60"/>
    <w:multiLevelType w:val="hybridMultilevel"/>
    <w:tmpl w:val="331291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624F4E3C"/>
    <w:multiLevelType w:val="multilevel"/>
    <w:tmpl w:val="D8B8B85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78" w15:restartNumberingAfterBreak="0">
    <w:nsid w:val="629D6774"/>
    <w:multiLevelType w:val="hybridMultilevel"/>
    <w:tmpl w:val="FEB290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9" w15:restartNumberingAfterBreak="0">
    <w:nsid w:val="62A0637D"/>
    <w:multiLevelType w:val="hybridMultilevel"/>
    <w:tmpl w:val="DBDAE334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62E532C8"/>
    <w:multiLevelType w:val="multilevel"/>
    <w:tmpl w:val="F8B85B4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48519D5"/>
    <w:multiLevelType w:val="hybridMultilevel"/>
    <w:tmpl w:val="36908A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64C94ADD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84" w15:restartNumberingAfterBreak="0">
    <w:nsid w:val="64FB3A63"/>
    <w:multiLevelType w:val="hybridMultilevel"/>
    <w:tmpl w:val="6C94C9C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65024CCD"/>
    <w:multiLevelType w:val="hybridMultilevel"/>
    <w:tmpl w:val="B7D4EA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656066B3"/>
    <w:multiLevelType w:val="multilevel"/>
    <w:tmpl w:val="AB3A50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65872901"/>
    <w:multiLevelType w:val="hybridMultilevel"/>
    <w:tmpl w:val="A25C2BDE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65C05475"/>
    <w:multiLevelType w:val="hybridMultilevel"/>
    <w:tmpl w:val="6A18BC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661B6664"/>
    <w:multiLevelType w:val="multilevel"/>
    <w:tmpl w:val="FF1EDE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663B2CA1"/>
    <w:multiLevelType w:val="hybridMultilevel"/>
    <w:tmpl w:val="E61696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66BC0B57"/>
    <w:multiLevelType w:val="multilevel"/>
    <w:tmpl w:val="5A24816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2" w15:restartNumberingAfterBreak="0">
    <w:nsid w:val="672A120A"/>
    <w:multiLevelType w:val="hybridMultilevel"/>
    <w:tmpl w:val="49D01176"/>
    <w:lvl w:ilvl="0" w:tplc="FFFFFFFF">
      <w:start w:val="1"/>
      <w:numFmt w:val="decimal"/>
      <w:lvlText w:val="%1."/>
      <w:lvlJc w:val="left"/>
      <w:pPr>
        <w:ind w:left="1113" w:hanging="360"/>
      </w:pPr>
    </w:lvl>
    <w:lvl w:ilvl="1" w:tplc="FFFFFFFF">
      <w:start w:val="1"/>
      <w:numFmt w:val="lowerLetter"/>
      <w:lvlText w:val="%2."/>
      <w:lvlJc w:val="left"/>
      <w:pPr>
        <w:ind w:left="1833" w:hanging="360"/>
      </w:pPr>
    </w:lvl>
    <w:lvl w:ilvl="2" w:tplc="00000000">
      <w:start w:val="1"/>
      <w:numFmt w:val="lowerRoman"/>
      <w:lvlText w:val="%3."/>
      <w:lvlJc w:val="right"/>
      <w:pPr>
        <w:ind w:left="2733" w:hanging="360"/>
      </w:pPr>
    </w:lvl>
    <w:lvl w:ilvl="3" w:tplc="FFFFFFFF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93" w15:restartNumberingAfterBreak="0">
    <w:nsid w:val="676316CE"/>
    <w:multiLevelType w:val="multilevel"/>
    <w:tmpl w:val="8834A3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679875C4"/>
    <w:multiLevelType w:val="hybridMultilevel"/>
    <w:tmpl w:val="ABF0CC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67E46B6A"/>
    <w:multiLevelType w:val="multilevel"/>
    <w:tmpl w:val="EE860A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688D2A32"/>
    <w:multiLevelType w:val="hybridMultilevel"/>
    <w:tmpl w:val="0582A868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04090019" w:tentative="1">
      <w:start w:val="1"/>
      <w:numFmt w:val="lowerLetter"/>
      <w:lvlText w:val="%2."/>
      <w:lvlJc w:val="left"/>
      <w:pPr>
        <w:ind w:left="1835" w:hanging="360"/>
      </w:pPr>
    </w:lvl>
    <w:lvl w:ilvl="2" w:tplc="0409001B" w:tentative="1">
      <w:start w:val="1"/>
      <w:numFmt w:val="lowerRoman"/>
      <w:lvlText w:val="%3."/>
      <w:lvlJc w:val="right"/>
      <w:pPr>
        <w:ind w:left="2555" w:hanging="180"/>
      </w:pPr>
    </w:lvl>
    <w:lvl w:ilvl="3" w:tplc="0409000F" w:tentative="1">
      <w:start w:val="1"/>
      <w:numFmt w:val="decimal"/>
      <w:lvlText w:val="%4."/>
      <w:lvlJc w:val="left"/>
      <w:pPr>
        <w:ind w:left="3275" w:hanging="360"/>
      </w:pPr>
    </w:lvl>
    <w:lvl w:ilvl="4" w:tplc="04090019" w:tentative="1">
      <w:start w:val="1"/>
      <w:numFmt w:val="lowerLetter"/>
      <w:lvlText w:val="%5."/>
      <w:lvlJc w:val="left"/>
      <w:pPr>
        <w:ind w:left="3995" w:hanging="360"/>
      </w:pPr>
    </w:lvl>
    <w:lvl w:ilvl="5" w:tplc="0409001B" w:tentative="1">
      <w:start w:val="1"/>
      <w:numFmt w:val="lowerRoman"/>
      <w:lvlText w:val="%6."/>
      <w:lvlJc w:val="right"/>
      <w:pPr>
        <w:ind w:left="4715" w:hanging="180"/>
      </w:pPr>
    </w:lvl>
    <w:lvl w:ilvl="6" w:tplc="0409000F" w:tentative="1">
      <w:start w:val="1"/>
      <w:numFmt w:val="decimal"/>
      <w:lvlText w:val="%7."/>
      <w:lvlJc w:val="left"/>
      <w:pPr>
        <w:ind w:left="5435" w:hanging="360"/>
      </w:pPr>
    </w:lvl>
    <w:lvl w:ilvl="7" w:tplc="04090019" w:tentative="1">
      <w:start w:val="1"/>
      <w:numFmt w:val="lowerLetter"/>
      <w:lvlText w:val="%8."/>
      <w:lvlJc w:val="left"/>
      <w:pPr>
        <w:ind w:left="6155" w:hanging="360"/>
      </w:pPr>
    </w:lvl>
    <w:lvl w:ilvl="8" w:tplc="0409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298" w15:restartNumberingAfterBreak="0">
    <w:nsid w:val="688D3B98"/>
    <w:multiLevelType w:val="hybridMultilevel"/>
    <w:tmpl w:val="9F5E68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689E3EF1"/>
    <w:multiLevelType w:val="multilevel"/>
    <w:tmpl w:val="435C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93E48E3"/>
    <w:multiLevelType w:val="hybridMultilevel"/>
    <w:tmpl w:val="437C6D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694845EF"/>
    <w:multiLevelType w:val="hybridMultilevel"/>
    <w:tmpl w:val="C1C892A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698B544E"/>
    <w:multiLevelType w:val="hybridMultilevel"/>
    <w:tmpl w:val="13E0F42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69E66BEE"/>
    <w:multiLevelType w:val="hybridMultilevel"/>
    <w:tmpl w:val="8A4624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6A9A51CF"/>
    <w:multiLevelType w:val="hybridMultilevel"/>
    <w:tmpl w:val="2232500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upperRoman"/>
      <w:lvlText w:val="%4."/>
      <w:lvlJc w:val="righ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6C16653F"/>
    <w:multiLevelType w:val="hybridMultilevel"/>
    <w:tmpl w:val="DE004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6C3A4BD4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7" w15:restartNumberingAfterBreak="0">
    <w:nsid w:val="6C747300"/>
    <w:multiLevelType w:val="hybridMultilevel"/>
    <w:tmpl w:val="4A700DC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6C8501F1"/>
    <w:multiLevelType w:val="hybridMultilevel"/>
    <w:tmpl w:val="3A960384"/>
    <w:lvl w:ilvl="0" w:tplc="3076A95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6CFF3713"/>
    <w:multiLevelType w:val="hybridMultilevel"/>
    <w:tmpl w:val="AAB0B5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D342125"/>
    <w:multiLevelType w:val="hybridMultilevel"/>
    <w:tmpl w:val="8EE68C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6D885B90"/>
    <w:multiLevelType w:val="hybridMultilevel"/>
    <w:tmpl w:val="E12879EA"/>
    <w:lvl w:ilvl="0" w:tplc="7AB4D6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6DB74780"/>
    <w:multiLevelType w:val="multilevel"/>
    <w:tmpl w:val="7026BD3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6E5C200F"/>
    <w:multiLevelType w:val="hybridMultilevel"/>
    <w:tmpl w:val="7806130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6E7E30D3"/>
    <w:multiLevelType w:val="hybridMultilevel"/>
    <w:tmpl w:val="B4663490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6E9B7AF2"/>
    <w:multiLevelType w:val="multilevel"/>
    <w:tmpl w:val="C346DC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6F91539E"/>
    <w:multiLevelType w:val="hybridMultilevel"/>
    <w:tmpl w:val="1554874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FCA561C"/>
    <w:multiLevelType w:val="hybridMultilevel"/>
    <w:tmpl w:val="09C29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6FEC0B27"/>
    <w:multiLevelType w:val="hybridMultilevel"/>
    <w:tmpl w:val="1F16FA9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704B31DB"/>
    <w:multiLevelType w:val="hybridMultilevel"/>
    <w:tmpl w:val="DBB2C3F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077544F"/>
    <w:multiLevelType w:val="hybridMultilevel"/>
    <w:tmpl w:val="30C2D25C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23" w15:restartNumberingAfterBreak="0">
    <w:nsid w:val="70970E06"/>
    <w:multiLevelType w:val="multilevel"/>
    <w:tmpl w:val="A9C8E62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4" w15:restartNumberingAfterBreak="0">
    <w:nsid w:val="70D73DE1"/>
    <w:multiLevelType w:val="multilevel"/>
    <w:tmpl w:val="8E14F6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1812997"/>
    <w:multiLevelType w:val="hybridMultilevel"/>
    <w:tmpl w:val="717E6E5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719E0303"/>
    <w:multiLevelType w:val="hybridMultilevel"/>
    <w:tmpl w:val="D2BC3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72987326"/>
    <w:multiLevelType w:val="multilevel"/>
    <w:tmpl w:val="426481E8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28" w15:restartNumberingAfterBreak="0">
    <w:nsid w:val="72E50F1B"/>
    <w:multiLevelType w:val="hybridMultilevel"/>
    <w:tmpl w:val="DBE46232"/>
    <w:lvl w:ilvl="0" w:tplc="68F28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73A95E27"/>
    <w:multiLevelType w:val="hybridMultilevel"/>
    <w:tmpl w:val="3CD4FD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7489046E"/>
    <w:multiLevelType w:val="multilevel"/>
    <w:tmpl w:val="6A98DA98"/>
    <w:styleLink w:val="CurrentList7"/>
    <w:lvl w:ilvl="0">
      <w:start w:val="1"/>
      <w:numFmt w:val="decimal"/>
      <w:lvlText w:val="%1."/>
      <w:lvlJc w:val="left"/>
      <w:pPr>
        <w:ind w:left="1050" w:hanging="710"/>
      </w:pPr>
      <w:rPr>
        <w:rFonts w:ascii="Oswald SemiBold" w:hAnsi="Oswald SemiBold" w:hint="default"/>
        <w:b w:val="0"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331" w15:restartNumberingAfterBreak="0">
    <w:nsid w:val="74DF6432"/>
    <w:multiLevelType w:val="hybridMultilevel"/>
    <w:tmpl w:val="9DD46D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33" w15:restartNumberingAfterBreak="0">
    <w:nsid w:val="76EF1250"/>
    <w:multiLevelType w:val="hybridMultilevel"/>
    <w:tmpl w:val="81842C8E"/>
    <w:lvl w:ilvl="0" w:tplc="C16CF88C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76FB3DBF"/>
    <w:multiLevelType w:val="multilevel"/>
    <w:tmpl w:val="260CDEA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5" w15:restartNumberingAfterBreak="0">
    <w:nsid w:val="773C7BB0"/>
    <w:multiLevelType w:val="hybridMultilevel"/>
    <w:tmpl w:val="5B6822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773E62A2"/>
    <w:multiLevelType w:val="multilevel"/>
    <w:tmpl w:val="38322D4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37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778C056B"/>
    <w:multiLevelType w:val="hybridMultilevel"/>
    <w:tmpl w:val="49C81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77F53A51"/>
    <w:multiLevelType w:val="hybridMultilevel"/>
    <w:tmpl w:val="35C4239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78AE7DD5"/>
    <w:multiLevelType w:val="multilevel"/>
    <w:tmpl w:val="6DACD9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795C0A0B"/>
    <w:multiLevelType w:val="hybridMultilevel"/>
    <w:tmpl w:val="B04C054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9916FF1"/>
    <w:multiLevelType w:val="multilevel"/>
    <w:tmpl w:val="FCE6AC6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9947E31"/>
    <w:multiLevelType w:val="hybridMultilevel"/>
    <w:tmpl w:val="DEC01CD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79D82FD5"/>
    <w:multiLevelType w:val="multilevel"/>
    <w:tmpl w:val="ACF4AD4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45" w15:restartNumberingAfterBreak="0">
    <w:nsid w:val="7A847C90"/>
    <w:multiLevelType w:val="multilevel"/>
    <w:tmpl w:val="98DE14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6" w15:restartNumberingAfterBreak="0">
    <w:nsid w:val="7B3165BD"/>
    <w:multiLevelType w:val="hybridMultilevel"/>
    <w:tmpl w:val="5BA2C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7B941FE3"/>
    <w:multiLevelType w:val="hybridMultilevel"/>
    <w:tmpl w:val="4E7A004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 w15:restartNumberingAfterBreak="0">
    <w:nsid w:val="7C146D65"/>
    <w:multiLevelType w:val="multilevel"/>
    <w:tmpl w:val="3C66A9A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C8F3B2A"/>
    <w:multiLevelType w:val="hybridMultilevel"/>
    <w:tmpl w:val="3B60380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C924F52"/>
    <w:multiLevelType w:val="hybridMultilevel"/>
    <w:tmpl w:val="3460AD3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7D737523"/>
    <w:multiLevelType w:val="hybridMultilevel"/>
    <w:tmpl w:val="882A1F8A"/>
    <w:lvl w:ilvl="0" w:tplc="4A226440">
      <w:start w:val="1"/>
      <w:numFmt w:val="decimal"/>
      <w:lvlText w:val="%1."/>
      <w:lvlJc w:val="left"/>
      <w:pPr>
        <w:ind w:left="1050" w:hanging="710"/>
      </w:pPr>
    </w:lvl>
    <w:lvl w:ilvl="1" w:tplc="08090019" w:tentative="1">
      <w:start w:val="1"/>
      <w:numFmt w:val="lowerLetter"/>
      <w:lvlText w:val="%2."/>
      <w:lvlJc w:val="left"/>
      <w:pPr>
        <w:ind w:left="1770" w:hanging="360"/>
      </w:pPr>
    </w:lvl>
    <w:lvl w:ilvl="2" w:tplc="0809001B" w:tentative="1">
      <w:start w:val="1"/>
      <w:numFmt w:val="lowerRoman"/>
      <w:lvlText w:val="%3."/>
      <w:lvlJc w:val="right"/>
      <w:pPr>
        <w:ind w:left="2490" w:hanging="180"/>
      </w:pPr>
    </w:lvl>
    <w:lvl w:ilvl="3" w:tplc="0809000F" w:tentative="1">
      <w:start w:val="1"/>
      <w:numFmt w:val="decimal"/>
      <w:lvlText w:val="%4."/>
      <w:lvlJc w:val="left"/>
      <w:pPr>
        <w:ind w:left="3210" w:hanging="360"/>
      </w:pPr>
    </w:lvl>
    <w:lvl w:ilvl="4" w:tplc="08090019" w:tentative="1">
      <w:start w:val="1"/>
      <w:numFmt w:val="lowerLetter"/>
      <w:lvlText w:val="%5."/>
      <w:lvlJc w:val="left"/>
      <w:pPr>
        <w:ind w:left="3930" w:hanging="360"/>
      </w:pPr>
    </w:lvl>
    <w:lvl w:ilvl="5" w:tplc="0809001B" w:tentative="1">
      <w:start w:val="1"/>
      <w:numFmt w:val="lowerRoman"/>
      <w:lvlText w:val="%6."/>
      <w:lvlJc w:val="right"/>
      <w:pPr>
        <w:ind w:left="4650" w:hanging="180"/>
      </w:pPr>
    </w:lvl>
    <w:lvl w:ilvl="6" w:tplc="0809000F" w:tentative="1">
      <w:start w:val="1"/>
      <w:numFmt w:val="decimal"/>
      <w:lvlText w:val="%7."/>
      <w:lvlJc w:val="left"/>
      <w:pPr>
        <w:ind w:left="5370" w:hanging="360"/>
      </w:pPr>
    </w:lvl>
    <w:lvl w:ilvl="7" w:tplc="08090019" w:tentative="1">
      <w:start w:val="1"/>
      <w:numFmt w:val="lowerLetter"/>
      <w:lvlText w:val="%8."/>
      <w:lvlJc w:val="left"/>
      <w:pPr>
        <w:ind w:left="6090" w:hanging="360"/>
      </w:pPr>
    </w:lvl>
    <w:lvl w:ilvl="8" w:tplc="08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52" w15:restartNumberingAfterBreak="0">
    <w:nsid w:val="7D8C4A6B"/>
    <w:multiLevelType w:val="hybridMultilevel"/>
    <w:tmpl w:val="4B7A18E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D980EF7"/>
    <w:multiLevelType w:val="hybridMultilevel"/>
    <w:tmpl w:val="99B2BD4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4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5" w15:restartNumberingAfterBreak="0">
    <w:nsid w:val="7E9566B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356" w15:restartNumberingAfterBreak="0">
    <w:nsid w:val="7E9853BC"/>
    <w:multiLevelType w:val="multilevel"/>
    <w:tmpl w:val="A9B4DEF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7" w15:restartNumberingAfterBreak="0">
    <w:nsid w:val="7FF64BA2"/>
    <w:multiLevelType w:val="hybridMultilevel"/>
    <w:tmpl w:val="2648F7D2"/>
    <w:lvl w:ilvl="0" w:tplc="CE7025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29BFF" w:themeColor="text1" w:themeTint="A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469768">
    <w:abstractNumId w:val="137"/>
  </w:num>
  <w:num w:numId="2" w16cid:durableId="1316882052">
    <w:abstractNumId w:val="30"/>
  </w:num>
  <w:num w:numId="3" w16cid:durableId="112943076">
    <w:abstractNumId w:val="351"/>
  </w:num>
  <w:num w:numId="4" w16cid:durableId="1966539793">
    <w:abstractNumId w:val="216"/>
  </w:num>
  <w:num w:numId="5" w16cid:durableId="680739662">
    <w:abstractNumId w:val="20"/>
  </w:num>
  <w:num w:numId="6" w16cid:durableId="1744063118">
    <w:abstractNumId w:val="96"/>
  </w:num>
  <w:num w:numId="7" w16cid:durableId="1456174306">
    <w:abstractNumId w:val="58"/>
  </w:num>
  <w:num w:numId="8" w16cid:durableId="2138795380">
    <w:abstractNumId w:val="190"/>
  </w:num>
  <w:num w:numId="9" w16cid:durableId="223220859">
    <w:abstractNumId w:val="306"/>
  </w:num>
  <w:num w:numId="10" w16cid:durableId="384762856">
    <w:abstractNumId w:val="330"/>
  </w:num>
  <w:num w:numId="11" w16cid:durableId="923955438">
    <w:abstractNumId w:val="86"/>
  </w:num>
  <w:num w:numId="12" w16cid:durableId="868034367">
    <w:abstractNumId w:val="267"/>
  </w:num>
  <w:num w:numId="13" w16cid:durableId="686521308">
    <w:abstractNumId w:val="328"/>
  </w:num>
  <w:num w:numId="14" w16cid:durableId="86317951">
    <w:abstractNumId w:val="36"/>
  </w:num>
  <w:num w:numId="15" w16cid:durableId="2050063622">
    <w:abstractNumId w:val="219"/>
  </w:num>
  <w:num w:numId="16" w16cid:durableId="639532895">
    <w:abstractNumId w:val="308"/>
  </w:num>
  <w:num w:numId="17" w16cid:durableId="1834830679">
    <w:abstractNumId w:val="203"/>
  </w:num>
  <w:num w:numId="18" w16cid:durableId="2061662532">
    <w:abstractNumId w:val="311"/>
  </w:num>
  <w:num w:numId="19" w16cid:durableId="1935362951">
    <w:abstractNumId w:val="10"/>
  </w:num>
  <w:num w:numId="20" w16cid:durableId="1262449342">
    <w:abstractNumId w:val="303"/>
  </w:num>
  <w:num w:numId="21" w16cid:durableId="1163008308">
    <w:abstractNumId w:val="333"/>
  </w:num>
  <w:num w:numId="22" w16cid:durableId="1054697268">
    <w:abstractNumId w:val="6"/>
  </w:num>
  <w:num w:numId="23" w16cid:durableId="65341227">
    <w:abstractNumId w:val="45"/>
  </w:num>
  <w:num w:numId="24" w16cid:durableId="368772417">
    <w:abstractNumId w:val="147"/>
  </w:num>
  <w:num w:numId="25" w16cid:durableId="1065569949">
    <w:abstractNumId w:val="31"/>
  </w:num>
  <w:num w:numId="26" w16cid:durableId="1510490251">
    <w:abstractNumId w:val="197"/>
  </w:num>
  <w:num w:numId="27" w16cid:durableId="804010979">
    <w:abstractNumId w:val="235"/>
  </w:num>
  <w:num w:numId="28" w16cid:durableId="1766731092">
    <w:abstractNumId w:val="201"/>
  </w:num>
  <w:num w:numId="29" w16cid:durableId="36399117">
    <w:abstractNumId w:val="139"/>
  </w:num>
  <w:num w:numId="30" w16cid:durableId="868761332">
    <w:abstractNumId w:val="326"/>
  </w:num>
  <w:num w:numId="31" w16cid:durableId="225116750">
    <w:abstractNumId w:val="258"/>
  </w:num>
  <w:num w:numId="32" w16cid:durableId="2139494411">
    <w:abstractNumId w:val="338"/>
  </w:num>
  <w:num w:numId="33" w16cid:durableId="1176571993">
    <w:abstractNumId w:val="196"/>
  </w:num>
  <w:num w:numId="34" w16cid:durableId="856693452">
    <w:abstractNumId w:val="332"/>
  </w:num>
  <w:num w:numId="35" w16cid:durableId="73671726">
    <w:abstractNumId w:val="77"/>
  </w:num>
  <w:num w:numId="36" w16cid:durableId="1936284124">
    <w:abstractNumId w:val="264"/>
  </w:num>
  <w:num w:numId="37" w16cid:durableId="823862749">
    <w:abstractNumId w:val="238"/>
  </w:num>
  <w:num w:numId="38" w16cid:durableId="10228024">
    <w:abstractNumId w:val="354"/>
  </w:num>
  <w:num w:numId="39" w16cid:durableId="661197633">
    <w:abstractNumId w:val="187"/>
  </w:num>
  <w:num w:numId="40" w16cid:durableId="1113786127">
    <w:abstractNumId w:val="48"/>
  </w:num>
  <w:num w:numId="41" w16cid:durableId="1396048417">
    <w:abstractNumId w:val="357"/>
  </w:num>
  <w:num w:numId="42" w16cid:durableId="568536996">
    <w:abstractNumId w:val="32"/>
  </w:num>
  <w:num w:numId="43" w16cid:durableId="182593022">
    <w:abstractNumId w:val="91"/>
  </w:num>
  <w:num w:numId="44" w16cid:durableId="1071460517">
    <w:abstractNumId w:val="129"/>
  </w:num>
  <w:num w:numId="45" w16cid:durableId="761073005">
    <w:abstractNumId w:val="75"/>
  </w:num>
  <w:num w:numId="46" w16cid:durableId="1897008780">
    <w:abstractNumId w:val="280"/>
  </w:num>
  <w:num w:numId="47" w16cid:durableId="1572542260">
    <w:abstractNumId w:val="318"/>
  </w:num>
  <w:num w:numId="48" w16cid:durableId="1788039749">
    <w:abstractNumId w:val="105"/>
  </w:num>
  <w:num w:numId="49" w16cid:durableId="223101080">
    <w:abstractNumId w:val="337"/>
  </w:num>
  <w:num w:numId="50" w16cid:durableId="1281647765">
    <w:abstractNumId w:val="315"/>
  </w:num>
  <w:num w:numId="51" w16cid:durableId="1058169213">
    <w:abstractNumId w:val="294"/>
  </w:num>
  <w:num w:numId="52" w16cid:durableId="2086296100">
    <w:abstractNumId w:val="118"/>
  </w:num>
  <w:num w:numId="53" w16cid:durableId="528569937">
    <w:abstractNumId w:val="266"/>
  </w:num>
  <w:num w:numId="54" w16cid:durableId="440104337">
    <w:abstractNumId w:val="67"/>
  </w:num>
  <w:num w:numId="55" w16cid:durableId="1575427826">
    <w:abstractNumId w:val="173"/>
  </w:num>
  <w:num w:numId="56" w16cid:durableId="1543321116">
    <w:abstractNumId w:val="17"/>
  </w:num>
  <w:num w:numId="57" w16cid:durableId="929434196">
    <w:abstractNumId w:val="120"/>
  </w:num>
  <w:num w:numId="58" w16cid:durableId="1769348637">
    <w:abstractNumId w:val="7"/>
  </w:num>
  <w:num w:numId="59" w16cid:durableId="1442262931">
    <w:abstractNumId w:val="245"/>
  </w:num>
  <w:num w:numId="60" w16cid:durableId="686441060">
    <w:abstractNumId w:val="175"/>
  </w:num>
  <w:num w:numId="61" w16cid:durableId="336806482">
    <w:abstractNumId w:val="148"/>
  </w:num>
  <w:num w:numId="62" w16cid:durableId="1192374560">
    <w:abstractNumId w:val="143"/>
  </w:num>
  <w:num w:numId="63" w16cid:durableId="1693413109">
    <w:abstractNumId w:val="130"/>
  </w:num>
  <w:num w:numId="64" w16cid:durableId="582571103">
    <w:abstractNumId w:val="76"/>
  </w:num>
  <w:num w:numId="65" w16cid:durableId="74910237">
    <w:abstractNumId w:val="186"/>
  </w:num>
  <w:num w:numId="66" w16cid:durableId="1538472827">
    <w:abstractNumId w:val="5"/>
  </w:num>
  <w:num w:numId="67" w16cid:durableId="566038731">
    <w:abstractNumId w:val="42"/>
  </w:num>
  <w:num w:numId="68" w16cid:durableId="1569537910">
    <w:abstractNumId w:val="19"/>
  </w:num>
  <w:num w:numId="69" w16cid:durableId="2066097172">
    <w:abstractNumId w:val="34"/>
  </w:num>
  <w:num w:numId="70" w16cid:durableId="2068331855">
    <w:abstractNumId w:val="209"/>
  </w:num>
  <w:num w:numId="71" w16cid:durableId="1968777635">
    <w:abstractNumId w:val="168"/>
  </w:num>
  <w:num w:numId="72" w16cid:durableId="348289228">
    <w:abstractNumId w:val="27"/>
  </w:num>
  <w:num w:numId="73" w16cid:durableId="2047170509">
    <w:abstractNumId w:val="278"/>
  </w:num>
  <w:num w:numId="74" w16cid:durableId="511453025">
    <w:abstractNumId w:val="297"/>
  </w:num>
  <w:num w:numId="75" w16cid:durableId="2121492704">
    <w:abstractNumId w:val="59"/>
  </w:num>
  <w:num w:numId="76" w16cid:durableId="1049375024">
    <w:abstractNumId w:val="102"/>
  </w:num>
  <w:num w:numId="77" w16cid:durableId="802234228">
    <w:abstractNumId w:val="49"/>
  </w:num>
  <w:num w:numId="78" w16cid:durableId="1961036167">
    <w:abstractNumId w:val="283"/>
  </w:num>
  <w:num w:numId="79" w16cid:durableId="74866873">
    <w:abstractNumId w:val="205"/>
  </w:num>
  <w:num w:numId="80" w16cid:durableId="1259634156">
    <w:abstractNumId w:val="215"/>
  </w:num>
  <w:num w:numId="81" w16cid:durableId="736519336">
    <w:abstractNumId w:val="356"/>
  </w:num>
  <w:num w:numId="82" w16cid:durableId="1938371174">
    <w:abstractNumId w:val="92"/>
  </w:num>
  <w:num w:numId="83" w16cid:durableId="2094161841">
    <w:abstractNumId w:val="341"/>
  </w:num>
  <w:num w:numId="84" w16cid:durableId="1970429387">
    <w:abstractNumId w:val="206"/>
  </w:num>
  <w:num w:numId="85" w16cid:durableId="1178928963">
    <w:abstractNumId w:val="11"/>
  </w:num>
  <w:num w:numId="86" w16cid:durableId="1707870727">
    <w:abstractNumId w:val="298"/>
  </w:num>
  <w:num w:numId="87" w16cid:durableId="88889897">
    <w:abstractNumId w:val="155"/>
  </w:num>
  <w:num w:numId="88" w16cid:durableId="756829707">
    <w:abstractNumId w:val="246"/>
  </w:num>
  <w:num w:numId="89" w16cid:durableId="1159611290">
    <w:abstractNumId w:val="113"/>
  </w:num>
  <w:num w:numId="90" w16cid:durableId="2018845116">
    <w:abstractNumId w:val="104"/>
  </w:num>
  <w:num w:numId="91" w16cid:durableId="116221137">
    <w:abstractNumId w:val="16"/>
  </w:num>
  <w:num w:numId="92" w16cid:durableId="1764521917">
    <w:abstractNumId w:val="47"/>
  </w:num>
  <w:num w:numId="93" w16cid:durableId="1904825530">
    <w:abstractNumId w:val="251"/>
  </w:num>
  <w:num w:numId="94" w16cid:durableId="1032536038">
    <w:abstractNumId w:val="292"/>
  </w:num>
  <w:num w:numId="95" w16cid:durableId="290937267">
    <w:abstractNumId w:val="185"/>
  </w:num>
  <w:num w:numId="96" w16cid:durableId="181095688">
    <w:abstractNumId w:val="320"/>
  </w:num>
  <w:num w:numId="97" w16cid:durableId="1330912577">
    <w:abstractNumId w:val="53"/>
  </w:num>
  <w:num w:numId="98" w16cid:durableId="1214736879">
    <w:abstractNumId w:val="183"/>
  </w:num>
  <w:num w:numId="99" w16cid:durableId="175269675">
    <w:abstractNumId w:val="89"/>
  </w:num>
  <w:num w:numId="100" w16cid:durableId="279919514">
    <w:abstractNumId w:val="242"/>
  </w:num>
  <w:num w:numId="101" w16cid:durableId="53704725">
    <w:abstractNumId w:val="69"/>
  </w:num>
  <w:num w:numId="102" w16cid:durableId="1216087451">
    <w:abstractNumId w:val="182"/>
  </w:num>
  <w:num w:numId="103" w16cid:durableId="243759278">
    <w:abstractNumId w:val="352"/>
  </w:num>
  <w:num w:numId="104" w16cid:durableId="1258751055">
    <w:abstractNumId w:val="14"/>
  </w:num>
  <w:num w:numId="105" w16cid:durableId="2093310758">
    <w:abstractNumId w:val="325"/>
  </w:num>
  <w:num w:numId="106" w16cid:durableId="106044644">
    <w:abstractNumId w:val="44"/>
  </w:num>
  <w:num w:numId="107" w16cid:durableId="1768696411">
    <w:abstractNumId w:val="61"/>
  </w:num>
  <w:num w:numId="108" w16cid:durableId="1760326197">
    <w:abstractNumId w:val="103"/>
  </w:num>
  <w:num w:numId="109" w16cid:durableId="1932932796">
    <w:abstractNumId w:val="122"/>
  </w:num>
  <w:num w:numId="110" w16cid:durableId="624041599">
    <w:abstractNumId w:val="2"/>
  </w:num>
  <w:num w:numId="111" w16cid:durableId="475268914">
    <w:abstractNumId w:val="313"/>
  </w:num>
  <w:num w:numId="112" w16cid:durableId="30736772">
    <w:abstractNumId w:val="189"/>
  </w:num>
  <w:num w:numId="113" w16cid:durableId="2098331924">
    <w:abstractNumId w:val="276"/>
  </w:num>
  <w:num w:numId="114" w16cid:durableId="1825510884">
    <w:abstractNumId w:val="100"/>
  </w:num>
  <w:num w:numId="115" w16cid:durableId="1410808393">
    <w:abstractNumId w:val="35"/>
  </w:num>
  <w:num w:numId="116" w16cid:durableId="401291400">
    <w:abstractNumId w:val="277"/>
  </w:num>
  <w:num w:numId="117" w16cid:durableId="1552033512">
    <w:abstractNumId w:val="314"/>
  </w:num>
  <w:num w:numId="118" w16cid:durableId="855772462">
    <w:abstractNumId w:val="159"/>
  </w:num>
  <w:num w:numId="119" w16cid:durableId="1914392726">
    <w:abstractNumId w:val="177"/>
  </w:num>
  <w:num w:numId="120" w16cid:durableId="799416145">
    <w:abstractNumId w:val="259"/>
  </w:num>
  <w:num w:numId="121" w16cid:durableId="610088726">
    <w:abstractNumId w:val="212"/>
  </w:num>
  <w:num w:numId="122" w16cid:durableId="1898935230">
    <w:abstractNumId w:val="162"/>
  </w:num>
  <w:num w:numId="123" w16cid:durableId="2088453693">
    <w:abstractNumId w:val="29"/>
  </w:num>
  <w:num w:numId="124" w16cid:durableId="1841500381">
    <w:abstractNumId w:val="339"/>
  </w:num>
  <w:num w:numId="125" w16cid:durableId="1172794051">
    <w:abstractNumId w:val="24"/>
  </w:num>
  <w:num w:numId="126" w16cid:durableId="83382347">
    <w:abstractNumId w:val="167"/>
  </w:num>
  <w:num w:numId="127" w16cid:durableId="414321644">
    <w:abstractNumId w:val="153"/>
  </w:num>
  <w:num w:numId="128" w16cid:durableId="892620790">
    <w:abstractNumId w:val="50"/>
  </w:num>
  <w:num w:numId="129" w16cid:durableId="1385254392">
    <w:abstractNumId w:val="88"/>
  </w:num>
  <w:num w:numId="130" w16cid:durableId="1236431781">
    <w:abstractNumId w:val="222"/>
  </w:num>
  <w:num w:numId="131" w16cid:durableId="1683163123">
    <w:abstractNumId w:val="335"/>
  </w:num>
  <w:num w:numId="132" w16cid:durableId="537938052">
    <w:abstractNumId w:val="243"/>
  </w:num>
  <w:num w:numId="133" w16cid:durableId="149835142">
    <w:abstractNumId w:val="87"/>
  </w:num>
  <w:num w:numId="134" w16cid:durableId="1265114988">
    <w:abstractNumId w:val="288"/>
  </w:num>
  <w:num w:numId="135" w16cid:durableId="56321313">
    <w:abstractNumId w:val="101"/>
  </w:num>
  <w:num w:numId="136" w16cid:durableId="143744426">
    <w:abstractNumId w:val="349"/>
  </w:num>
  <w:num w:numId="137" w16cid:durableId="947159037">
    <w:abstractNumId w:val="200"/>
  </w:num>
  <w:num w:numId="138" w16cid:durableId="627055553">
    <w:abstractNumId w:val="39"/>
  </w:num>
  <w:num w:numId="139" w16cid:durableId="503086972">
    <w:abstractNumId w:val="271"/>
  </w:num>
  <w:num w:numId="140" w16cid:durableId="202333437">
    <w:abstractNumId w:val="132"/>
  </w:num>
  <w:num w:numId="141" w16cid:durableId="75590578">
    <w:abstractNumId w:val="232"/>
  </w:num>
  <w:num w:numId="142" w16cid:durableId="415135056">
    <w:abstractNumId w:val="191"/>
  </w:num>
  <w:num w:numId="143" w16cid:durableId="1214582681">
    <w:abstractNumId w:val="304"/>
  </w:num>
  <w:num w:numId="144" w16cid:durableId="417601748">
    <w:abstractNumId w:val="140"/>
  </w:num>
  <w:num w:numId="145" w16cid:durableId="2029481045">
    <w:abstractNumId w:val="142"/>
  </w:num>
  <w:num w:numId="146" w16cid:durableId="1965694101">
    <w:abstractNumId w:val="347"/>
  </w:num>
  <w:num w:numId="147" w16cid:durableId="1407221707">
    <w:abstractNumId w:val="321"/>
  </w:num>
  <w:num w:numId="148" w16cid:durableId="1107505529">
    <w:abstractNumId w:val="346"/>
  </w:num>
  <w:num w:numId="149" w16cid:durableId="2052728980">
    <w:abstractNumId w:val="343"/>
  </w:num>
  <w:num w:numId="150" w16cid:durableId="348265105">
    <w:abstractNumId w:val="301"/>
  </w:num>
  <w:num w:numId="151" w16cid:durableId="1176459926">
    <w:abstractNumId w:val="108"/>
  </w:num>
  <w:num w:numId="152" w16cid:durableId="1348168734">
    <w:abstractNumId w:val="13"/>
  </w:num>
  <w:num w:numId="153" w16cid:durableId="968364373">
    <w:abstractNumId w:val="83"/>
  </w:num>
  <w:num w:numId="154" w16cid:durableId="1121607806">
    <w:abstractNumId w:val="0"/>
  </w:num>
  <w:num w:numId="155" w16cid:durableId="553932371">
    <w:abstractNumId w:val="84"/>
  </w:num>
  <w:num w:numId="156" w16cid:durableId="1360089625">
    <w:abstractNumId w:val="223"/>
  </w:num>
  <w:num w:numId="157" w16cid:durableId="230048552">
    <w:abstractNumId w:val="248"/>
  </w:num>
  <w:num w:numId="158" w16cid:durableId="140850184">
    <w:abstractNumId w:val="184"/>
  </w:num>
  <w:num w:numId="159" w16cid:durableId="1100028647">
    <w:abstractNumId w:val="121"/>
  </w:num>
  <w:num w:numId="160" w16cid:durableId="977144104">
    <w:abstractNumId w:val="254"/>
  </w:num>
  <w:num w:numId="161" w16cid:durableId="917596516">
    <w:abstractNumId w:val="117"/>
  </w:num>
  <w:num w:numId="162" w16cid:durableId="909927854">
    <w:abstractNumId w:val="350"/>
  </w:num>
  <w:num w:numId="163" w16cid:durableId="1211068555">
    <w:abstractNumId w:val="310"/>
  </w:num>
  <w:num w:numId="164" w16cid:durableId="731588458">
    <w:abstractNumId w:val="165"/>
  </w:num>
  <w:num w:numId="165" w16cid:durableId="1146437474">
    <w:abstractNumId w:val="66"/>
  </w:num>
  <w:num w:numId="166" w16cid:durableId="1712922765">
    <w:abstractNumId w:val="305"/>
  </w:num>
  <w:num w:numId="167" w16cid:durableId="2044205251">
    <w:abstractNumId w:val="179"/>
  </w:num>
  <w:num w:numId="168" w16cid:durableId="397173405">
    <w:abstractNumId w:val="15"/>
  </w:num>
  <w:num w:numId="169" w16cid:durableId="104812071">
    <w:abstractNumId w:val="70"/>
  </w:num>
  <w:num w:numId="170" w16cid:durableId="67461407">
    <w:abstractNumId w:val="181"/>
  </w:num>
  <w:num w:numId="171" w16cid:durableId="2008903485">
    <w:abstractNumId w:val="79"/>
  </w:num>
  <w:num w:numId="172" w16cid:durableId="1346328800">
    <w:abstractNumId w:val="73"/>
  </w:num>
  <w:num w:numId="173" w16cid:durableId="599870110">
    <w:abstractNumId w:val="8"/>
  </w:num>
  <w:num w:numId="174" w16cid:durableId="770200885">
    <w:abstractNumId w:val="60"/>
  </w:num>
  <w:num w:numId="175" w16cid:durableId="1874423274">
    <w:abstractNumId w:val="231"/>
  </w:num>
  <w:num w:numId="176" w16cid:durableId="1724138215">
    <w:abstractNumId w:val="156"/>
  </w:num>
  <w:num w:numId="177" w16cid:durableId="774445459">
    <w:abstractNumId w:val="331"/>
  </w:num>
  <w:num w:numId="178" w16cid:durableId="1874343102">
    <w:abstractNumId w:val="300"/>
  </w:num>
  <w:num w:numId="179" w16cid:durableId="1508978149">
    <w:abstractNumId w:val="290"/>
  </w:num>
  <w:num w:numId="180" w16cid:durableId="2071690687">
    <w:abstractNumId w:val="270"/>
  </w:num>
  <w:num w:numId="181" w16cid:durableId="1605461113">
    <w:abstractNumId w:val="52"/>
  </w:num>
  <w:num w:numId="182" w16cid:durableId="602956661">
    <w:abstractNumId w:val="309"/>
  </w:num>
  <w:num w:numId="183" w16cid:durableId="570232150">
    <w:abstractNumId w:val="225"/>
  </w:num>
  <w:num w:numId="184" w16cid:durableId="422802736">
    <w:abstractNumId w:val="178"/>
  </w:num>
  <w:num w:numId="185" w16cid:durableId="224880750">
    <w:abstractNumId w:val="119"/>
  </w:num>
  <w:num w:numId="186" w16cid:durableId="1647778473">
    <w:abstractNumId w:val="247"/>
  </w:num>
  <w:num w:numId="187" w16cid:durableId="604462236">
    <w:abstractNumId w:val="244"/>
  </w:num>
  <w:num w:numId="188" w16cid:durableId="741758417">
    <w:abstractNumId w:val="192"/>
  </w:num>
  <w:num w:numId="189" w16cid:durableId="703748979">
    <w:abstractNumId w:val="71"/>
  </w:num>
  <w:num w:numId="190" w16cid:durableId="526334547">
    <w:abstractNumId w:val="128"/>
  </w:num>
  <w:num w:numId="191" w16cid:durableId="52168067">
    <w:abstractNumId w:val="136"/>
  </w:num>
  <w:num w:numId="192" w16cid:durableId="877086930">
    <w:abstractNumId w:val="114"/>
  </w:num>
  <w:num w:numId="193" w16cid:durableId="833380035">
    <w:abstractNumId w:val="95"/>
  </w:num>
  <w:num w:numId="194" w16cid:durableId="1136795683">
    <w:abstractNumId w:val="158"/>
  </w:num>
  <w:num w:numId="195" w16cid:durableId="1268387614">
    <w:abstractNumId w:val="157"/>
  </w:num>
  <w:num w:numId="196" w16cid:durableId="1623726224">
    <w:abstractNumId w:val="146"/>
  </w:num>
  <w:num w:numId="197" w16cid:durableId="2075425350">
    <w:abstractNumId w:val="90"/>
  </w:num>
  <w:num w:numId="198" w16cid:durableId="1779594279">
    <w:abstractNumId w:val="234"/>
  </w:num>
  <w:num w:numId="199" w16cid:durableId="565072783">
    <w:abstractNumId w:val="285"/>
  </w:num>
  <w:num w:numId="200" w16cid:durableId="1373461545">
    <w:abstractNumId w:val="195"/>
  </w:num>
  <w:num w:numId="201" w16cid:durableId="874195547">
    <w:abstractNumId w:val="282"/>
  </w:num>
  <w:num w:numId="202" w16cid:durableId="299573572">
    <w:abstractNumId w:val="54"/>
  </w:num>
  <w:num w:numId="203" w16cid:durableId="321086294">
    <w:abstractNumId w:val="85"/>
  </w:num>
  <w:num w:numId="204" w16cid:durableId="670648247">
    <w:abstractNumId w:val="269"/>
  </w:num>
  <w:num w:numId="205" w16cid:durableId="1096942103">
    <w:abstractNumId w:val="295"/>
  </w:num>
  <w:num w:numId="206" w16cid:durableId="1111556903">
    <w:abstractNumId w:val="51"/>
  </w:num>
  <w:num w:numId="207" w16cid:durableId="1464468850">
    <w:abstractNumId w:val="329"/>
  </w:num>
  <w:num w:numId="208" w16cid:durableId="1097217945">
    <w:abstractNumId w:val="112"/>
  </w:num>
  <w:num w:numId="209" w16cid:durableId="1536039054">
    <w:abstractNumId w:val="18"/>
  </w:num>
  <w:num w:numId="210" w16cid:durableId="1301305897">
    <w:abstractNumId w:val="240"/>
  </w:num>
  <w:num w:numId="211" w16cid:durableId="254173351">
    <w:abstractNumId w:val="171"/>
  </w:num>
  <w:num w:numId="212" w16cid:durableId="352655106">
    <w:abstractNumId w:val="135"/>
  </w:num>
  <w:num w:numId="213" w16cid:durableId="1449660474">
    <w:abstractNumId w:val="299"/>
  </w:num>
  <w:num w:numId="214" w16cid:durableId="1177232429">
    <w:abstractNumId w:val="220"/>
  </w:num>
  <w:num w:numId="215" w16cid:durableId="1497957871">
    <w:abstractNumId w:val="316"/>
  </w:num>
  <w:num w:numId="216" w16cid:durableId="1663773526">
    <w:abstractNumId w:val="1"/>
  </w:num>
  <w:num w:numId="217" w16cid:durableId="916011804">
    <w:abstractNumId w:val="344"/>
  </w:num>
  <w:num w:numId="218" w16cid:durableId="1169101025">
    <w:abstractNumId w:val="241"/>
  </w:num>
  <w:num w:numId="219" w16cid:durableId="1731076721">
    <w:abstractNumId w:val="65"/>
  </w:num>
  <w:num w:numId="220" w16cid:durableId="1741440445">
    <w:abstractNumId w:val="273"/>
  </w:num>
  <w:num w:numId="221" w16cid:durableId="812525024">
    <w:abstractNumId w:val="340"/>
  </w:num>
  <w:num w:numId="222" w16cid:durableId="1055859876">
    <w:abstractNumId w:val="78"/>
  </w:num>
  <w:num w:numId="223" w16cid:durableId="1282423940">
    <w:abstractNumId w:val="193"/>
  </w:num>
  <w:num w:numId="224" w16cid:durableId="978532053">
    <w:abstractNumId w:val="255"/>
  </w:num>
  <w:num w:numId="225" w16cid:durableId="577592688">
    <w:abstractNumId w:val="208"/>
  </w:num>
  <w:num w:numId="226" w16cid:durableId="829831224">
    <w:abstractNumId w:val="342"/>
  </w:num>
  <w:num w:numId="227" w16cid:durableId="223948411">
    <w:abstractNumId w:val="141"/>
  </w:num>
  <w:num w:numId="228" w16cid:durableId="1733040332">
    <w:abstractNumId w:val="249"/>
  </w:num>
  <w:num w:numId="229" w16cid:durableId="1755055745">
    <w:abstractNumId w:val="151"/>
  </w:num>
  <w:num w:numId="230" w16cid:durableId="936331406">
    <w:abstractNumId w:val="125"/>
  </w:num>
  <w:num w:numId="231" w16cid:durableId="618071163">
    <w:abstractNumId w:val="72"/>
  </w:num>
  <w:num w:numId="232" w16cid:durableId="1743211443">
    <w:abstractNumId w:val="263"/>
  </w:num>
  <w:num w:numId="233" w16cid:durableId="1691373929">
    <w:abstractNumId w:val="213"/>
  </w:num>
  <w:num w:numId="234" w16cid:durableId="509564442">
    <w:abstractNumId w:val="211"/>
  </w:num>
  <w:num w:numId="235" w16cid:durableId="412438441">
    <w:abstractNumId w:val="324"/>
  </w:num>
  <w:num w:numId="236" w16cid:durableId="1841579068">
    <w:abstractNumId w:val="281"/>
  </w:num>
  <w:num w:numId="237" w16cid:durableId="974023221">
    <w:abstractNumId w:val="62"/>
  </w:num>
  <w:num w:numId="238" w16cid:durableId="1659191967">
    <w:abstractNumId w:val="93"/>
  </w:num>
  <w:num w:numId="239" w16cid:durableId="1035541152">
    <w:abstractNumId w:val="152"/>
  </w:num>
  <w:num w:numId="240" w16cid:durableId="2074623268">
    <w:abstractNumId w:val="64"/>
  </w:num>
  <w:num w:numId="241" w16cid:durableId="694428862">
    <w:abstractNumId w:val="229"/>
  </w:num>
  <w:num w:numId="242" w16cid:durableId="992493305">
    <w:abstractNumId w:val="82"/>
  </w:num>
  <w:num w:numId="243" w16cid:durableId="856236521">
    <w:abstractNumId w:val="133"/>
  </w:num>
  <w:num w:numId="244" w16cid:durableId="647899388">
    <w:abstractNumId w:val="230"/>
  </w:num>
  <w:num w:numId="245" w16cid:durableId="1495104991">
    <w:abstractNumId w:val="233"/>
  </w:num>
  <w:num w:numId="246" w16cid:durableId="404035564">
    <w:abstractNumId w:val="4"/>
  </w:num>
  <w:num w:numId="247" w16cid:durableId="83915664">
    <w:abstractNumId w:val="348"/>
  </w:num>
  <w:num w:numId="248" w16cid:durableId="928388934">
    <w:abstractNumId w:val="174"/>
  </w:num>
  <w:num w:numId="249" w16cid:durableId="1335765072">
    <w:abstractNumId w:val="138"/>
  </w:num>
  <w:num w:numId="250" w16cid:durableId="648902883">
    <w:abstractNumId w:val="55"/>
  </w:num>
  <w:num w:numId="251" w16cid:durableId="1282499188">
    <w:abstractNumId w:val="252"/>
  </w:num>
  <w:num w:numId="252" w16cid:durableId="1969892971">
    <w:abstractNumId w:val="355"/>
  </w:num>
  <w:num w:numId="253" w16cid:durableId="2086105052">
    <w:abstractNumId w:val="237"/>
  </w:num>
  <w:num w:numId="254" w16cid:durableId="412094256">
    <w:abstractNumId w:val="293"/>
  </w:num>
  <w:num w:numId="255" w16cid:durableId="1507935437">
    <w:abstractNumId w:val="94"/>
  </w:num>
  <w:num w:numId="256" w16cid:durableId="1787311026">
    <w:abstractNumId w:val="98"/>
  </w:num>
  <w:num w:numId="257" w16cid:durableId="1436242202">
    <w:abstractNumId w:val="204"/>
  </w:num>
  <w:num w:numId="258" w16cid:durableId="682365690">
    <w:abstractNumId w:val="81"/>
  </w:num>
  <w:num w:numId="259" w16cid:durableId="1991329210">
    <w:abstractNumId w:val="107"/>
  </w:num>
  <w:num w:numId="260" w16cid:durableId="1088650612">
    <w:abstractNumId w:val="180"/>
  </w:num>
  <w:num w:numId="261" w16cid:durableId="1100026938">
    <w:abstractNumId w:val="188"/>
  </w:num>
  <w:num w:numId="262" w16cid:durableId="906643972">
    <w:abstractNumId w:val="312"/>
  </w:num>
  <w:num w:numId="263" w16cid:durableId="2032759514">
    <w:abstractNumId w:val="26"/>
  </w:num>
  <w:num w:numId="264" w16cid:durableId="1293632095">
    <w:abstractNumId w:val="12"/>
  </w:num>
  <w:num w:numId="265" w16cid:durableId="320549095">
    <w:abstractNumId w:val="127"/>
  </w:num>
  <w:num w:numId="266" w16cid:durableId="1662391394">
    <w:abstractNumId w:val="166"/>
  </w:num>
  <w:num w:numId="267" w16cid:durableId="1842699079">
    <w:abstractNumId w:val="131"/>
  </w:num>
  <w:num w:numId="268" w16cid:durableId="1493175466">
    <w:abstractNumId w:val="169"/>
  </w:num>
  <w:num w:numId="269" w16cid:durableId="555550934">
    <w:abstractNumId w:val="336"/>
  </w:num>
  <w:num w:numId="270" w16cid:durableId="417101424">
    <w:abstractNumId w:val="116"/>
  </w:num>
  <w:num w:numId="271" w16cid:durableId="292252664">
    <w:abstractNumId w:val="150"/>
  </w:num>
  <w:num w:numId="272" w16cid:durableId="1346785211">
    <w:abstractNumId w:val="46"/>
  </w:num>
  <w:num w:numId="273" w16cid:durableId="776103003">
    <w:abstractNumId w:val="323"/>
  </w:num>
  <w:num w:numId="274" w16cid:durableId="377315481">
    <w:abstractNumId w:val="272"/>
  </w:num>
  <w:num w:numId="275" w16cid:durableId="1218471861">
    <w:abstractNumId w:val="22"/>
  </w:num>
  <w:num w:numId="276" w16cid:durableId="882212680">
    <w:abstractNumId w:val="198"/>
  </w:num>
  <w:num w:numId="277" w16cid:durableId="1555584809">
    <w:abstractNumId w:val="256"/>
  </w:num>
  <w:num w:numId="278" w16cid:durableId="757017493">
    <w:abstractNumId w:val="124"/>
  </w:num>
  <w:num w:numId="279" w16cid:durableId="217325832">
    <w:abstractNumId w:val="253"/>
  </w:num>
  <w:num w:numId="280" w16cid:durableId="364839745">
    <w:abstractNumId w:val="37"/>
  </w:num>
  <w:num w:numId="281" w16cid:durableId="1851945460">
    <w:abstractNumId w:val="28"/>
  </w:num>
  <w:num w:numId="282" w16cid:durableId="1349680359">
    <w:abstractNumId w:val="268"/>
  </w:num>
  <w:num w:numId="283" w16cid:durableId="374358568">
    <w:abstractNumId w:val="170"/>
  </w:num>
  <w:num w:numId="284" w16cid:durableId="264702441">
    <w:abstractNumId w:val="57"/>
  </w:num>
  <w:num w:numId="285" w16cid:durableId="1301302974">
    <w:abstractNumId w:val="265"/>
  </w:num>
  <w:num w:numId="286" w16cid:durableId="1700157873">
    <w:abstractNumId w:val="111"/>
  </w:num>
  <w:num w:numId="287" w16cid:durableId="571963680">
    <w:abstractNumId w:val="260"/>
  </w:num>
  <w:num w:numId="288" w16cid:durableId="313683337">
    <w:abstractNumId w:val="123"/>
  </w:num>
  <w:num w:numId="289" w16cid:durableId="1032072296">
    <w:abstractNumId w:val="109"/>
  </w:num>
  <w:num w:numId="290" w16cid:durableId="1985230301">
    <w:abstractNumId w:val="68"/>
  </w:num>
  <w:num w:numId="291" w16cid:durableId="640157606">
    <w:abstractNumId w:val="56"/>
  </w:num>
  <w:num w:numId="292" w16cid:durableId="1729067106">
    <w:abstractNumId w:val="194"/>
  </w:num>
  <w:num w:numId="293" w16cid:durableId="1306423585">
    <w:abstractNumId w:val="250"/>
  </w:num>
  <w:num w:numId="294" w16cid:durableId="938179955">
    <w:abstractNumId w:val="176"/>
  </w:num>
  <w:num w:numId="295" w16cid:durableId="396973830">
    <w:abstractNumId w:val="239"/>
  </w:num>
  <w:num w:numId="296" w16cid:durableId="1630816102">
    <w:abstractNumId w:val="21"/>
  </w:num>
  <w:num w:numId="297" w16cid:durableId="1714577705">
    <w:abstractNumId w:val="262"/>
  </w:num>
  <w:num w:numId="298" w16cid:durableId="577714630">
    <w:abstractNumId w:val="207"/>
  </w:num>
  <w:num w:numId="299" w16cid:durableId="968365847">
    <w:abstractNumId w:val="319"/>
  </w:num>
  <w:num w:numId="300" w16cid:durableId="757945508">
    <w:abstractNumId w:val="286"/>
  </w:num>
  <w:num w:numId="301" w16cid:durableId="61831447">
    <w:abstractNumId w:val="345"/>
  </w:num>
  <w:num w:numId="302" w16cid:durableId="736824341">
    <w:abstractNumId w:val="199"/>
  </w:num>
  <w:num w:numId="303" w16cid:durableId="82267048">
    <w:abstractNumId w:val="214"/>
  </w:num>
  <w:num w:numId="304" w16cid:durableId="2014263846">
    <w:abstractNumId w:val="334"/>
  </w:num>
  <w:num w:numId="305" w16cid:durableId="1205753811">
    <w:abstractNumId w:val="236"/>
  </w:num>
  <w:num w:numId="306" w16cid:durableId="127749126">
    <w:abstractNumId w:val="210"/>
  </w:num>
  <w:num w:numId="307" w16cid:durableId="1535657158">
    <w:abstractNumId w:val="327"/>
  </w:num>
  <w:num w:numId="308" w16cid:durableId="1724868057">
    <w:abstractNumId w:val="25"/>
  </w:num>
  <w:num w:numId="309" w16cid:durableId="2145271538">
    <w:abstractNumId w:val="217"/>
  </w:num>
  <w:num w:numId="310" w16cid:durableId="645623322">
    <w:abstractNumId w:val="80"/>
  </w:num>
  <w:num w:numId="311" w16cid:durableId="942494904">
    <w:abstractNumId w:val="110"/>
  </w:num>
  <w:num w:numId="312" w16cid:durableId="2051949417">
    <w:abstractNumId w:val="275"/>
  </w:num>
  <w:num w:numId="313" w16cid:durableId="2008433989">
    <w:abstractNumId w:val="144"/>
  </w:num>
  <w:num w:numId="314" w16cid:durableId="1408115233">
    <w:abstractNumId w:val="289"/>
  </w:num>
  <w:num w:numId="315" w16cid:durableId="876161506">
    <w:abstractNumId w:val="99"/>
  </w:num>
  <w:num w:numId="316" w16cid:durableId="260338671">
    <w:abstractNumId w:val="296"/>
  </w:num>
  <w:num w:numId="317" w16cid:durableId="454718952">
    <w:abstractNumId w:val="163"/>
  </w:num>
  <w:num w:numId="318" w16cid:durableId="1144160130">
    <w:abstractNumId w:val="274"/>
  </w:num>
  <w:num w:numId="319" w16cid:durableId="1576280439">
    <w:abstractNumId w:val="106"/>
  </w:num>
  <w:num w:numId="320" w16cid:durableId="1357152039">
    <w:abstractNumId w:val="126"/>
  </w:num>
  <w:num w:numId="321" w16cid:durableId="719213402">
    <w:abstractNumId w:val="218"/>
  </w:num>
  <w:num w:numId="322" w16cid:durableId="2050258904">
    <w:abstractNumId w:val="23"/>
  </w:num>
  <w:num w:numId="323" w16cid:durableId="1296595569">
    <w:abstractNumId w:val="97"/>
  </w:num>
  <w:num w:numId="324" w16cid:durableId="864097862">
    <w:abstractNumId w:val="291"/>
  </w:num>
  <w:num w:numId="325" w16cid:durableId="1120421815">
    <w:abstractNumId w:val="43"/>
  </w:num>
  <w:num w:numId="326" w16cid:durableId="1070151562">
    <w:abstractNumId w:val="149"/>
  </w:num>
  <w:num w:numId="327" w16cid:durableId="1139567658">
    <w:abstractNumId w:val="3"/>
  </w:num>
  <w:num w:numId="328" w16cid:durableId="486942327">
    <w:abstractNumId w:val="145"/>
  </w:num>
  <w:num w:numId="329" w16cid:durableId="838689376">
    <w:abstractNumId w:val="115"/>
  </w:num>
  <w:num w:numId="330" w16cid:durableId="1210875372">
    <w:abstractNumId w:val="9"/>
  </w:num>
  <w:num w:numId="331" w16cid:durableId="1222398429">
    <w:abstractNumId w:val="202"/>
  </w:num>
  <w:num w:numId="332" w16cid:durableId="1690521220">
    <w:abstractNumId w:val="302"/>
  </w:num>
  <w:num w:numId="333" w16cid:durableId="347877604">
    <w:abstractNumId w:val="226"/>
  </w:num>
  <w:num w:numId="334" w16cid:durableId="65807581">
    <w:abstractNumId w:val="284"/>
  </w:num>
  <w:num w:numId="335" w16cid:durableId="1541286320">
    <w:abstractNumId w:val="33"/>
  </w:num>
  <w:num w:numId="336" w16cid:durableId="843712567">
    <w:abstractNumId w:val="224"/>
  </w:num>
  <w:num w:numId="337" w16cid:durableId="2033456127">
    <w:abstractNumId w:val="221"/>
  </w:num>
  <w:num w:numId="338" w16cid:durableId="425812721">
    <w:abstractNumId w:val="38"/>
  </w:num>
  <w:num w:numId="339" w16cid:durableId="1462990121">
    <w:abstractNumId w:val="307"/>
  </w:num>
  <w:num w:numId="340" w16cid:durableId="1284382672">
    <w:abstractNumId w:val="154"/>
  </w:num>
  <w:num w:numId="341" w16cid:durableId="1043674639">
    <w:abstractNumId w:val="41"/>
  </w:num>
  <w:num w:numId="342" w16cid:durableId="1838882487">
    <w:abstractNumId w:val="40"/>
  </w:num>
  <w:num w:numId="343" w16cid:durableId="1154561671">
    <w:abstractNumId w:val="74"/>
  </w:num>
  <w:num w:numId="344" w16cid:durableId="372386043">
    <w:abstractNumId w:val="279"/>
  </w:num>
  <w:num w:numId="345" w16cid:durableId="2041085365">
    <w:abstractNumId w:val="257"/>
  </w:num>
  <w:num w:numId="346" w16cid:durableId="391973367">
    <w:abstractNumId w:val="322"/>
  </w:num>
  <w:num w:numId="347" w16cid:durableId="7486556">
    <w:abstractNumId w:val="227"/>
  </w:num>
  <w:num w:numId="348" w16cid:durableId="652831379">
    <w:abstractNumId w:val="228"/>
  </w:num>
  <w:num w:numId="349" w16cid:durableId="824591464">
    <w:abstractNumId w:val="63"/>
  </w:num>
  <w:num w:numId="350" w16cid:durableId="1184633262">
    <w:abstractNumId w:val="317"/>
  </w:num>
  <w:num w:numId="351" w16cid:durableId="780145026">
    <w:abstractNumId w:val="261"/>
  </w:num>
  <w:num w:numId="352" w16cid:durableId="66920279">
    <w:abstractNumId w:val="353"/>
  </w:num>
  <w:num w:numId="353" w16cid:durableId="1837989050">
    <w:abstractNumId w:val="172"/>
  </w:num>
  <w:num w:numId="354" w16cid:durableId="2128379856">
    <w:abstractNumId w:val="164"/>
  </w:num>
  <w:num w:numId="355" w16cid:durableId="1780757101">
    <w:abstractNumId w:val="161"/>
  </w:num>
  <w:num w:numId="356" w16cid:durableId="725642818">
    <w:abstractNumId w:val="134"/>
  </w:num>
  <w:num w:numId="357" w16cid:durableId="2117551619">
    <w:abstractNumId w:val="160"/>
  </w:num>
  <w:num w:numId="358" w16cid:durableId="1462385556">
    <w:abstractNumId w:val="28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F9"/>
    <w:rsid w:val="00054768"/>
    <w:rsid w:val="00072A6A"/>
    <w:rsid w:val="000827D2"/>
    <w:rsid w:val="000B563B"/>
    <w:rsid w:val="000E75BA"/>
    <w:rsid w:val="0016102D"/>
    <w:rsid w:val="001736A9"/>
    <w:rsid w:val="001B1D3E"/>
    <w:rsid w:val="001D403D"/>
    <w:rsid w:val="00223150"/>
    <w:rsid w:val="00230D21"/>
    <w:rsid w:val="00250E39"/>
    <w:rsid w:val="00260844"/>
    <w:rsid w:val="002A0BDA"/>
    <w:rsid w:val="002C2720"/>
    <w:rsid w:val="003D1C7C"/>
    <w:rsid w:val="003D2F86"/>
    <w:rsid w:val="003F2C61"/>
    <w:rsid w:val="003F484F"/>
    <w:rsid w:val="00417C30"/>
    <w:rsid w:val="00487D7A"/>
    <w:rsid w:val="004C2E44"/>
    <w:rsid w:val="004D03C2"/>
    <w:rsid w:val="005244D3"/>
    <w:rsid w:val="0053058B"/>
    <w:rsid w:val="005648B7"/>
    <w:rsid w:val="005A5452"/>
    <w:rsid w:val="005B74D1"/>
    <w:rsid w:val="006263AE"/>
    <w:rsid w:val="00651D8C"/>
    <w:rsid w:val="00663B59"/>
    <w:rsid w:val="006768E8"/>
    <w:rsid w:val="006C4F9C"/>
    <w:rsid w:val="007649FB"/>
    <w:rsid w:val="007D612A"/>
    <w:rsid w:val="00805AEC"/>
    <w:rsid w:val="00834868"/>
    <w:rsid w:val="00846F84"/>
    <w:rsid w:val="008764CC"/>
    <w:rsid w:val="00880F32"/>
    <w:rsid w:val="008A0FE8"/>
    <w:rsid w:val="00905A76"/>
    <w:rsid w:val="009310CC"/>
    <w:rsid w:val="0096288F"/>
    <w:rsid w:val="0096432B"/>
    <w:rsid w:val="009A36A3"/>
    <w:rsid w:val="00A05D2D"/>
    <w:rsid w:val="00A8593D"/>
    <w:rsid w:val="00AA00CB"/>
    <w:rsid w:val="00AC46FE"/>
    <w:rsid w:val="00AD1920"/>
    <w:rsid w:val="00B33C7C"/>
    <w:rsid w:val="00B449DA"/>
    <w:rsid w:val="00B72E9B"/>
    <w:rsid w:val="00B818C2"/>
    <w:rsid w:val="00B91C5C"/>
    <w:rsid w:val="00B9231C"/>
    <w:rsid w:val="00BA72E9"/>
    <w:rsid w:val="00BC29B3"/>
    <w:rsid w:val="00BD20AD"/>
    <w:rsid w:val="00BD7756"/>
    <w:rsid w:val="00BE1FA1"/>
    <w:rsid w:val="00C163F9"/>
    <w:rsid w:val="00C264A6"/>
    <w:rsid w:val="00C41C91"/>
    <w:rsid w:val="00C50E88"/>
    <w:rsid w:val="00C56357"/>
    <w:rsid w:val="00C57DEE"/>
    <w:rsid w:val="00C65108"/>
    <w:rsid w:val="00C7299B"/>
    <w:rsid w:val="00C74014"/>
    <w:rsid w:val="00C860B0"/>
    <w:rsid w:val="00CB4DC4"/>
    <w:rsid w:val="00CD7BA6"/>
    <w:rsid w:val="00D01B12"/>
    <w:rsid w:val="00D11A2F"/>
    <w:rsid w:val="00DA3181"/>
    <w:rsid w:val="00DD6E17"/>
    <w:rsid w:val="00DE4833"/>
    <w:rsid w:val="00DF7482"/>
    <w:rsid w:val="00E1791A"/>
    <w:rsid w:val="00E2573D"/>
    <w:rsid w:val="00E279E9"/>
    <w:rsid w:val="00E41DAE"/>
    <w:rsid w:val="00E7720D"/>
    <w:rsid w:val="00E92B9A"/>
    <w:rsid w:val="00EA1828"/>
    <w:rsid w:val="00EA6483"/>
    <w:rsid w:val="00EC4BF2"/>
    <w:rsid w:val="00ED0028"/>
    <w:rsid w:val="00EF22F2"/>
    <w:rsid w:val="00F04D8B"/>
    <w:rsid w:val="00F32EA0"/>
    <w:rsid w:val="00F43280"/>
    <w:rsid w:val="00F62FD6"/>
    <w:rsid w:val="00FA087D"/>
    <w:rsid w:val="00FB0A55"/>
    <w:rsid w:val="00FC2C3C"/>
    <w:rsid w:val="00FE14CC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64A73"/>
  <w15:docId w15:val="{DD0E9728-BDAF-1D47-A485-4D72C900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oppins" w:eastAsia="Poppins" w:hAnsi="Poppins" w:cs="Poppins"/>
    </w:rPr>
  </w:style>
  <w:style w:type="paragraph" w:styleId="Heading1">
    <w:name w:val="heading 1"/>
    <w:basedOn w:val="Normal"/>
    <w:link w:val="Heading1Char"/>
    <w:uiPriority w:val="9"/>
    <w:qFormat/>
    <w:rsid w:val="00EF22F2"/>
    <w:pPr>
      <w:spacing w:before="120" w:after="360" w:line="192" w:lineRule="auto"/>
      <w:outlineLvl w:val="0"/>
    </w:pPr>
    <w:rPr>
      <w:rFonts w:ascii="Oswald Medium" w:eastAsia="Oswald" w:hAnsi="Oswald Medium" w:cs="Oswald"/>
      <w:caps/>
      <w:color w:val="00548E" w:themeColor="accent1"/>
      <w:sz w:val="48"/>
      <w:szCs w:val="48"/>
      <w:lang w:val="en-GB"/>
    </w:rPr>
  </w:style>
  <w:style w:type="paragraph" w:styleId="Heading2">
    <w:name w:val="heading 2"/>
    <w:basedOn w:val="Normal"/>
    <w:link w:val="Heading2Char"/>
    <w:uiPriority w:val="9"/>
    <w:unhideWhenUsed/>
    <w:qFormat/>
    <w:rsid w:val="003F2C61"/>
    <w:pPr>
      <w:snapToGrid w:val="0"/>
      <w:spacing w:before="120" w:after="120"/>
      <w:outlineLvl w:val="1"/>
    </w:pPr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9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05A76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en-GB"/>
    </w:rPr>
  </w:style>
  <w:style w:type="paragraph" w:styleId="Heading5">
    <w:name w:val="heading 5"/>
    <w:basedOn w:val="Normal"/>
    <w:next w:val="Normal"/>
    <w:link w:val="Heading5Char"/>
    <w:rsid w:val="00905A76"/>
    <w:pPr>
      <w:keepNext/>
      <w:keepLines/>
      <w:widowControl/>
      <w:autoSpaceDE/>
      <w:autoSpaceDN/>
      <w:spacing w:before="220" w:after="40" w:line="276" w:lineRule="auto"/>
      <w:outlineLvl w:val="4"/>
    </w:pPr>
    <w:rPr>
      <w:rFonts w:ascii="Verdana" w:eastAsia="Arial" w:hAnsi="Verdana" w:cs="Verdana"/>
      <w:b/>
      <w:lang w:val="en" w:eastAsia="en-PH"/>
    </w:rPr>
  </w:style>
  <w:style w:type="paragraph" w:styleId="Heading6">
    <w:name w:val="heading 6"/>
    <w:basedOn w:val="Normal"/>
    <w:next w:val="Normal"/>
    <w:link w:val="Heading6Char"/>
    <w:rsid w:val="00905A76"/>
    <w:pPr>
      <w:keepNext/>
      <w:keepLines/>
      <w:widowControl/>
      <w:autoSpaceDE/>
      <w:autoSpaceDN/>
      <w:spacing w:before="200" w:after="40" w:line="276" w:lineRule="auto"/>
      <w:outlineLvl w:val="5"/>
    </w:pPr>
    <w:rPr>
      <w:rFonts w:ascii="Verdana" w:eastAsia="Arial" w:hAnsi="Verdana" w:cs="Verdana"/>
      <w:b/>
      <w:sz w:val="20"/>
      <w:szCs w:val="20"/>
      <w:lang w:val="en"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3F2C61"/>
    <w:pPr>
      <w:tabs>
        <w:tab w:val="right" w:leader="dot" w:pos="9746"/>
      </w:tabs>
      <w:spacing w:before="196"/>
      <w:ind w:left="473" w:hanging="200"/>
    </w:pPr>
    <w:rPr>
      <w:noProof/>
      <w:color w:val="005592" w:themeColor="text1"/>
      <w:szCs w:val="18"/>
    </w:rPr>
  </w:style>
  <w:style w:type="paragraph" w:styleId="TOC2">
    <w:name w:val="toc 2"/>
    <w:basedOn w:val="Normal"/>
    <w:uiPriority w:val="39"/>
    <w:qFormat/>
    <w:rsid w:val="005244D3"/>
    <w:pPr>
      <w:spacing w:before="197"/>
      <w:ind w:left="896" w:hanging="339"/>
    </w:pPr>
    <w:rPr>
      <w:sz w:val="21"/>
      <w:szCs w:val="18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link w:val="TitleChar"/>
    <w:qFormat/>
    <w:rsid w:val="006768E8"/>
    <w:pPr>
      <w:spacing w:before="379" w:line="1021" w:lineRule="exact"/>
      <w:ind w:left="330"/>
    </w:pPr>
    <w:rPr>
      <w:rFonts w:ascii="Oswald Medium" w:eastAsia="Oswald" w:hAnsi="Oswald Medium" w:cs="Oswald"/>
      <w:sz w:val="70"/>
      <w:szCs w:val="70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pPr>
      <w:spacing w:before="197"/>
      <w:ind w:left="896" w:hanging="33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E44"/>
    <w:rPr>
      <w:rFonts w:ascii="Poppins" w:eastAsia="Poppins" w:hAnsi="Poppins" w:cs="Poppins"/>
    </w:rPr>
  </w:style>
  <w:style w:type="paragraph" w:styleId="Footer">
    <w:name w:val="footer"/>
    <w:basedOn w:val="Normal"/>
    <w:link w:val="Foot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E44"/>
    <w:rPr>
      <w:rFonts w:ascii="Poppins" w:eastAsia="Poppins" w:hAnsi="Poppins" w:cs="Poppins"/>
    </w:rPr>
  </w:style>
  <w:style w:type="character" w:styleId="PageNumber">
    <w:name w:val="page number"/>
    <w:basedOn w:val="DefaultParagraphFont"/>
    <w:uiPriority w:val="99"/>
    <w:semiHidden/>
    <w:unhideWhenUsed/>
    <w:rsid w:val="004C2E44"/>
  </w:style>
  <w:style w:type="character" w:styleId="Hyperlink">
    <w:name w:val="Hyperlink"/>
    <w:basedOn w:val="DefaultParagraphFont"/>
    <w:uiPriority w:val="99"/>
    <w:unhideWhenUsed/>
    <w:rsid w:val="00E7720D"/>
    <w:rPr>
      <w:color w:val="00C2F7" w:themeColor="accent2"/>
      <w:u w:val="single"/>
    </w:rPr>
  </w:style>
  <w:style w:type="numbering" w:customStyle="1" w:styleId="CurrentList1">
    <w:name w:val="Current List1"/>
    <w:uiPriority w:val="99"/>
    <w:rsid w:val="006768E8"/>
    <w:pPr>
      <w:numPr>
        <w:numId w:val="4"/>
      </w:numPr>
    </w:pPr>
  </w:style>
  <w:style w:type="numbering" w:customStyle="1" w:styleId="CurrentList2">
    <w:name w:val="Current List2"/>
    <w:uiPriority w:val="99"/>
    <w:rsid w:val="006768E8"/>
    <w:pPr>
      <w:numPr>
        <w:numId w:val="5"/>
      </w:numPr>
    </w:pPr>
  </w:style>
  <w:style w:type="numbering" w:customStyle="1" w:styleId="CurrentList3">
    <w:name w:val="Current List3"/>
    <w:uiPriority w:val="99"/>
    <w:rsid w:val="006768E8"/>
    <w:pPr>
      <w:numPr>
        <w:numId w:val="6"/>
      </w:numPr>
    </w:pPr>
  </w:style>
  <w:style w:type="numbering" w:customStyle="1" w:styleId="CurrentList4">
    <w:name w:val="Current List4"/>
    <w:uiPriority w:val="99"/>
    <w:rsid w:val="006768E8"/>
    <w:pPr>
      <w:numPr>
        <w:numId w:val="7"/>
      </w:numPr>
    </w:pPr>
  </w:style>
  <w:style w:type="numbering" w:customStyle="1" w:styleId="CurrentList5">
    <w:name w:val="Current List5"/>
    <w:uiPriority w:val="99"/>
    <w:rsid w:val="006768E8"/>
    <w:pPr>
      <w:numPr>
        <w:numId w:val="8"/>
      </w:numPr>
    </w:pPr>
  </w:style>
  <w:style w:type="numbering" w:customStyle="1" w:styleId="CurrentList6">
    <w:name w:val="Current List6"/>
    <w:uiPriority w:val="99"/>
    <w:rsid w:val="006768E8"/>
    <w:pPr>
      <w:numPr>
        <w:numId w:val="9"/>
      </w:numPr>
    </w:pPr>
  </w:style>
  <w:style w:type="numbering" w:customStyle="1" w:styleId="CurrentList7">
    <w:name w:val="Current List7"/>
    <w:uiPriority w:val="99"/>
    <w:rsid w:val="006768E8"/>
    <w:pPr>
      <w:numPr>
        <w:numId w:val="10"/>
      </w:numPr>
    </w:pPr>
  </w:style>
  <w:style w:type="table" w:styleId="TableGrid">
    <w:name w:val="Table Grid"/>
    <w:basedOn w:val="TableNormal"/>
    <w:uiPriority w:val="39"/>
    <w:rsid w:val="00E27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ofDocument">
    <w:name w:val="Name of Document"/>
    <w:basedOn w:val="Title"/>
    <w:qFormat/>
    <w:rsid w:val="00AA00CB"/>
    <w:rPr>
      <w:color w:val="FFFFFF"/>
      <w:w w:val="110"/>
    </w:rPr>
  </w:style>
  <w:style w:type="character" w:styleId="FootnoteReference">
    <w:name w:val="footnote reference"/>
    <w:basedOn w:val="DefaultParagraphFont"/>
    <w:uiPriority w:val="99"/>
    <w:rsid w:val="005244D3"/>
    <w:rPr>
      <w:rFonts w:ascii="Poppins" w:hAnsi="Poppins"/>
      <w:sz w:val="14"/>
      <w:vertAlign w:val="superscript"/>
    </w:rPr>
  </w:style>
  <w:style w:type="paragraph" w:customStyle="1" w:styleId="FootnotesFOOTNOTESitalicsareincharacterstyle">
    <w:name w:val="Footnotes (FOOTNOTES (italics are in character style))"/>
    <w:basedOn w:val="Normal"/>
    <w:autoRedefine/>
    <w:uiPriority w:val="99"/>
    <w:rsid w:val="00E7720D"/>
    <w:pPr>
      <w:adjustRightInd w:val="0"/>
      <w:spacing w:before="120" w:after="120" w:line="220" w:lineRule="atLeast"/>
      <w:ind w:left="90" w:hanging="90"/>
      <w:textAlignment w:val="center"/>
    </w:pPr>
    <w:rPr>
      <w:rFonts w:ascii="Poppins Light" w:eastAsiaTheme="minorHAnsi" w:hAnsi="Poppins Light" w:cs="TheSansLight-Plain"/>
      <w:color w:val="000000"/>
      <w:sz w:val="15"/>
      <w:szCs w:val="15"/>
    </w:rPr>
  </w:style>
  <w:style w:type="character" w:customStyle="1" w:styleId="Hyperlink1">
    <w:name w:val="Hyperlink1"/>
    <w:basedOn w:val="DefaultParagraphFont"/>
    <w:rsid w:val="005244D3"/>
    <w:rPr>
      <w:color w:val="45BFF2"/>
      <w:u w:val="single"/>
    </w:rPr>
  </w:style>
  <w:style w:type="paragraph" w:customStyle="1" w:styleId="IntroParagraph-Aptos">
    <w:name w:val="Intro Paragraph - Aptos"/>
    <w:basedOn w:val="Normal"/>
    <w:qFormat/>
    <w:rsid w:val="00651D8C"/>
    <w:pPr>
      <w:tabs>
        <w:tab w:val="left" w:pos="120"/>
      </w:tabs>
      <w:suppressAutoHyphens/>
      <w:adjustRightInd w:val="0"/>
      <w:spacing w:before="240" w:after="240" w:line="264" w:lineRule="auto"/>
      <w:textAlignment w:val="center"/>
    </w:pPr>
    <w:rPr>
      <w:rFonts w:ascii="Aptos" w:eastAsia="Cambria" w:hAnsi="Aptos" w:cs="TheSansLight-Plain"/>
      <w:color w:val="45BFF2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F2C61"/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customStyle="1" w:styleId="BodyFont-Poppins">
    <w:name w:val="Body Font - Poppins"/>
    <w:basedOn w:val="Normal"/>
    <w:qFormat/>
    <w:rsid w:val="005244D3"/>
    <w:pPr>
      <w:tabs>
        <w:tab w:val="left" w:pos="120"/>
      </w:tabs>
      <w:suppressAutoHyphens/>
      <w:adjustRightInd w:val="0"/>
      <w:spacing w:after="130" w:line="262" w:lineRule="atLeast"/>
      <w:jc w:val="both"/>
      <w:textAlignment w:val="center"/>
    </w:pPr>
    <w:rPr>
      <w:rFonts w:eastAsia="Cambria" w:cs="TheSansLight-Plain"/>
      <w:color w:val="000000"/>
      <w:szCs w:val="19"/>
    </w:rPr>
  </w:style>
  <w:style w:type="table" w:styleId="TableGridLight">
    <w:name w:val="Grid Table Light"/>
    <w:basedOn w:val="TableNormal"/>
    <w:uiPriority w:val="40"/>
    <w:rsid w:val="00EA182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82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A1828"/>
    <w:tblPr>
      <w:tblStyleRowBandSize w:val="1"/>
      <w:tblStyleColBandSize w:val="1"/>
      <w:tblBorders>
        <w:top w:val="single" w:sz="4" w:space="0" w:color="48B2FF" w:themeColor="text1" w:themeTint="80"/>
        <w:bottom w:val="single" w:sz="4" w:space="0" w:color="48B2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48B2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2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1Horz">
      <w:tblPr/>
      <w:tcPr>
        <w:tcBorders>
          <w:top w:val="single" w:sz="4" w:space="0" w:color="48B2FF" w:themeColor="text1" w:themeTint="80"/>
          <w:bottom w:val="single" w:sz="4" w:space="0" w:color="48B2F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A182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48B2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EA182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3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band1Vert">
      <w:tblPr/>
      <w:tcPr>
        <w:shd w:val="clear" w:color="auto" w:fill="95E8FF" w:themeFill="accent2" w:themeFillTint="66"/>
      </w:tcPr>
    </w:tblStylePr>
    <w:tblStylePr w:type="band1Horz">
      <w:tblPr/>
      <w:tcPr>
        <w:shd w:val="clear" w:color="auto" w:fill="95E8FF" w:themeFill="accent2" w:themeFillTint="66"/>
      </w:tcPr>
    </w:tblStylePr>
  </w:style>
  <w:style w:type="paragraph" w:customStyle="1" w:styleId="00LocationandYearTITLEPAGE">
    <w:name w:val="00_Location and Year (TITLE PAGE)"/>
    <w:basedOn w:val="Normal"/>
    <w:autoRedefine/>
    <w:uiPriority w:val="99"/>
    <w:rsid w:val="00DA3181"/>
    <w:pPr>
      <w:suppressAutoHyphens/>
      <w:adjustRightInd w:val="0"/>
      <w:spacing w:after="40" w:line="300" w:lineRule="atLeast"/>
      <w:textAlignment w:val="center"/>
    </w:pPr>
    <w:rPr>
      <w:rFonts w:ascii="Calibri" w:eastAsiaTheme="minorHAnsi" w:hAnsi="Calibri" w:cs="Oswald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22F2"/>
    <w:rPr>
      <w:rFonts w:ascii="Oswald Medium" w:eastAsia="Oswald" w:hAnsi="Oswald Medium" w:cs="Oswald"/>
      <w:caps/>
      <w:color w:val="00548E" w:themeColor="accent1"/>
      <w:sz w:val="48"/>
      <w:szCs w:val="48"/>
      <w:lang w:val="en-GB"/>
    </w:rPr>
  </w:style>
  <w:style w:type="paragraph" w:customStyle="1" w:styleId="BulletedList">
    <w:name w:val="Bulleted List"/>
    <w:basedOn w:val="BodyFont-Poppins"/>
    <w:qFormat/>
    <w:rsid w:val="00E7720D"/>
    <w:pPr>
      <w:numPr>
        <w:numId w:val="16"/>
      </w:numPr>
    </w:pPr>
    <w:rPr>
      <w:szCs w:val="22"/>
    </w:rPr>
  </w:style>
  <w:style w:type="paragraph" w:customStyle="1" w:styleId="Newnormal">
    <w:name w:val="New normal"/>
    <w:basedOn w:val="Normal"/>
    <w:rsid w:val="00E7720D"/>
    <w:pPr>
      <w:numPr>
        <w:numId w:val="17"/>
      </w:numPr>
    </w:pPr>
  </w:style>
  <w:style w:type="paragraph" w:customStyle="1" w:styleId="NumberedList">
    <w:name w:val="Numbered List"/>
    <w:basedOn w:val="BodyFont-Poppins"/>
    <w:qFormat/>
    <w:rsid w:val="00E7720D"/>
    <w:pPr>
      <w:numPr>
        <w:numId w:val="21"/>
      </w:numPr>
    </w:pPr>
  </w:style>
  <w:style w:type="character" w:customStyle="1" w:styleId="ListParagraphChar">
    <w:name w:val="List Paragraph Char"/>
    <w:aliases w:val="Numbering Char"/>
    <w:basedOn w:val="DefaultParagraphFont"/>
    <w:link w:val="ListParagraph"/>
    <w:uiPriority w:val="34"/>
    <w:locked/>
    <w:rsid w:val="00E7720D"/>
    <w:rPr>
      <w:rFonts w:ascii="Poppins" w:eastAsia="Poppins" w:hAnsi="Poppins" w:cs="Poppins"/>
    </w:rPr>
  </w:style>
  <w:style w:type="paragraph" w:styleId="FootnoteText">
    <w:name w:val="footnote text"/>
    <w:basedOn w:val="Normal"/>
    <w:link w:val="FootnoteTextChar"/>
    <w:uiPriority w:val="99"/>
    <w:unhideWhenUsed/>
    <w:rsid w:val="00EC4BF2"/>
    <w:rPr>
      <w:rFonts w:ascii="Aptos" w:hAnsi="Aptos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4BF2"/>
    <w:rPr>
      <w:rFonts w:ascii="Aptos" w:eastAsia="Poppins" w:hAnsi="Aptos" w:cs="Poppins"/>
      <w:sz w:val="18"/>
      <w:szCs w:val="18"/>
    </w:rPr>
  </w:style>
  <w:style w:type="paragraph" w:customStyle="1" w:styleId="ParagraphHeader-Aptos">
    <w:name w:val="Paragraph Header - Aptos"/>
    <w:basedOn w:val="Normal"/>
    <w:qFormat/>
    <w:rsid w:val="00E7720D"/>
    <w:pPr>
      <w:keepNext/>
      <w:keepLines/>
      <w:widowControl/>
      <w:suppressAutoHyphens/>
      <w:autoSpaceDE/>
      <w:autoSpaceDN/>
      <w:spacing w:before="240" w:after="240"/>
      <w:ind w:right="-28"/>
      <w:outlineLvl w:val="0"/>
    </w:pPr>
    <w:rPr>
      <w:rFonts w:asciiTheme="minorHAnsi" w:eastAsia="Times New Roman" w:hAnsiTheme="minorHAnsi" w:cs="Times New Roman"/>
      <w:bCs/>
      <w:color w:val="45BFF2"/>
      <w:sz w:val="28"/>
      <w:szCs w:val="28"/>
      <w:lang w:val="en-GB"/>
    </w:rPr>
  </w:style>
  <w:style w:type="paragraph" w:customStyle="1" w:styleId="BoxTitle">
    <w:name w:val="Box Title"/>
    <w:qFormat/>
    <w:rsid w:val="00C65108"/>
    <w:rPr>
      <w:rFonts w:ascii="Poppins" w:eastAsia="Cambria" w:hAnsi="Poppins" w:cs="TheSansLight-Plain"/>
      <w:b/>
      <w:bCs/>
      <w:color w:val="00C2F7" w:themeColor="accent2"/>
      <w:sz w:val="21"/>
      <w:szCs w:val="21"/>
    </w:rPr>
  </w:style>
  <w:style w:type="paragraph" w:customStyle="1" w:styleId="Boxedtext">
    <w:name w:val="Boxed text"/>
    <w:basedOn w:val="BodyFont-Poppins"/>
    <w:qFormat/>
    <w:rsid w:val="00C65108"/>
    <w:pPr>
      <w:spacing w:before="240" w:line="288" w:lineRule="auto"/>
      <w:jc w:val="left"/>
    </w:pPr>
    <w:rPr>
      <w:rFonts w:ascii="Aptos Light" w:hAnsi="Aptos Light"/>
      <w:sz w:val="20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BC29B3"/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0827D2"/>
    <w:pPr>
      <w:widowControl/>
      <w:autoSpaceDE/>
      <w:autoSpaceDN/>
    </w:pPr>
    <w:rPr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lltext">
    <w:name w:val="Table cell text"/>
    <w:basedOn w:val="Normal"/>
    <w:qFormat/>
    <w:rsid w:val="000827D2"/>
    <w:pPr>
      <w:widowControl/>
      <w:autoSpaceDE/>
      <w:autoSpaceDN/>
      <w:spacing w:line="259" w:lineRule="auto"/>
      <w:contextualSpacing/>
    </w:pPr>
    <w:rPr>
      <w:rFonts w:ascii="Aptos Light" w:eastAsia="Times New Roman" w:hAnsi="Aptos Light" w:cs="Arial"/>
      <w:kern w:val="2"/>
      <w:sz w:val="18"/>
      <w:szCs w:val="18"/>
      <w:lang w:val="en-GB"/>
      <w14:ligatures w14:val="standardContextual"/>
    </w:rPr>
  </w:style>
  <w:style w:type="paragraph" w:customStyle="1" w:styleId="Tableheaderrow">
    <w:name w:val="Table header row"/>
    <w:basedOn w:val="Tablecelltext"/>
    <w:qFormat/>
    <w:rsid w:val="000827D2"/>
    <w:rPr>
      <w:rFonts w:ascii="Aptos" w:hAnsi="Aptos"/>
      <w:b/>
      <w:bCs/>
      <w:color w:val="FFFFFF" w:themeColor="background1"/>
    </w:rPr>
  </w:style>
  <w:style w:type="table" w:customStyle="1" w:styleId="TableGrid2">
    <w:name w:val="Table Grid2"/>
    <w:basedOn w:val="TableNormal"/>
    <w:next w:val="TableGrid"/>
    <w:uiPriority w:val="39"/>
    <w:rsid w:val="00880F3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05A76"/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905A76"/>
    <w:rPr>
      <w:rFonts w:ascii="Verdana" w:eastAsia="Arial" w:hAnsi="Verdana" w:cs="Verdana"/>
      <w:b/>
      <w:lang w:val="en" w:eastAsia="en-PH"/>
    </w:rPr>
  </w:style>
  <w:style w:type="character" w:customStyle="1" w:styleId="Heading6Char">
    <w:name w:val="Heading 6 Char"/>
    <w:basedOn w:val="DefaultParagraphFont"/>
    <w:link w:val="Heading6"/>
    <w:rsid w:val="00905A76"/>
    <w:rPr>
      <w:rFonts w:ascii="Verdana" w:eastAsia="Arial" w:hAnsi="Verdana" w:cs="Verdana"/>
      <w:b/>
      <w:sz w:val="20"/>
      <w:szCs w:val="20"/>
      <w:lang w:val="en" w:eastAsia="en-PH"/>
    </w:rPr>
  </w:style>
  <w:style w:type="paragraph" w:styleId="CommentText">
    <w:name w:val="annotation text"/>
    <w:basedOn w:val="Normal"/>
    <w:link w:val="CommentTextChar"/>
    <w:uiPriority w:val="99"/>
    <w:unhideWhenUsed/>
    <w:rsid w:val="00905A76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  <w:lang w:val="en-PH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5A76"/>
    <w:rPr>
      <w:rFonts w:eastAsiaTheme="minorEastAsia"/>
      <w:sz w:val="20"/>
      <w:szCs w:val="20"/>
      <w:lang w:val="en-PH"/>
    </w:rPr>
  </w:style>
  <w:style w:type="character" w:styleId="CommentReference">
    <w:name w:val="annotation reference"/>
    <w:basedOn w:val="DefaultParagraphFont"/>
    <w:uiPriority w:val="99"/>
    <w:semiHidden/>
    <w:unhideWhenUsed/>
    <w:rsid w:val="00905A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A76"/>
    <w:rPr>
      <w:rFonts w:eastAsiaTheme="minorEastAsia"/>
      <w:b/>
      <w:bCs/>
      <w:sz w:val="20"/>
      <w:szCs w:val="20"/>
      <w:lang w:val="en-PH"/>
    </w:rPr>
  </w:style>
  <w:style w:type="character" w:styleId="UnresolvedMention">
    <w:name w:val="Unresolved Mention"/>
    <w:basedOn w:val="DefaultParagraphFont"/>
    <w:uiPriority w:val="99"/>
    <w:unhideWhenUsed/>
    <w:rsid w:val="00905A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5A76"/>
    <w:rPr>
      <w:color w:val="45BEF1" w:themeColor="followedHyperlink"/>
      <w:u w:val="single"/>
    </w:rPr>
  </w:style>
  <w:style w:type="paragraph" w:styleId="Revision">
    <w:name w:val="Revision"/>
    <w:hidden/>
    <w:uiPriority w:val="99"/>
    <w:semiHidden/>
    <w:rsid w:val="00905A76"/>
    <w:pPr>
      <w:widowControl/>
      <w:autoSpaceDE/>
      <w:autoSpaceDN/>
    </w:pPr>
    <w:rPr>
      <w:sz w:val="24"/>
      <w:szCs w:val="24"/>
      <w:lang w:val="en-GB"/>
    </w:rPr>
  </w:style>
  <w:style w:type="paragraph" w:customStyle="1" w:styleId="Default">
    <w:name w:val="Default"/>
    <w:rsid w:val="00905A76"/>
    <w:pPr>
      <w:widowControl/>
      <w:adjustRightInd w:val="0"/>
    </w:pPr>
    <w:rPr>
      <w:rFonts w:ascii="Arial" w:hAnsi="Arial" w:cs="Arial"/>
      <w:color w:val="000000"/>
      <w:sz w:val="24"/>
      <w:szCs w:val="24"/>
      <w:lang w:val="nb-NO"/>
    </w:rPr>
  </w:style>
  <w:style w:type="table" w:customStyle="1" w:styleId="55">
    <w:name w:val="5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itleChar">
    <w:name w:val="Title Char"/>
    <w:basedOn w:val="DefaultParagraphFont"/>
    <w:link w:val="Title"/>
    <w:rsid w:val="00905A76"/>
    <w:rPr>
      <w:rFonts w:ascii="Oswald Medium" w:eastAsia="Oswald" w:hAnsi="Oswald Medium" w:cs="Oswald"/>
      <w:sz w:val="70"/>
      <w:szCs w:val="70"/>
    </w:rPr>
  </w:style>
  <w:style w:type="paragraph" w:customStyle="1" w:styleId="BodytextQA">
    <w:name w:val="Body text QA"/>
    <w:basedOn w:val="Normal"/>
    <w:link w:val="BodytextQAChar"/>
    <w:rsid w:val="00905A76"/>
    <w:pPr>
      <w:widowControl/>
      <w:tabs>
        <w:tab w:val="left" w:pos="0"/>
      </w:tabs>
      <w:autoSpaceDE/>
      <w:autoSpaceDN/>
      <w:spacing w:before="120" w:after="120" w:line="360" w:lineRule="auto"/>
      <w:jc w:val="both"/>
      <w:outlineLvl w:val="0"/>
    </w:pPr>
    <w:rPr>
      <w:rFonts w:ascii="Times New Roman" w:eastAsia="MS Mincho" w:hAnsi="Times New Roman" w:cs="Angsana New"/>
      <w:sz w:val="24"/>
      <w:szCs w:val="24"/>
      <w:lang w:val="en-GB"/>
    </w:rPr>
  </w:style>
  <w:style w:type="character" w:customStyle="1" w:styleId="BodytextQAChar">
    <w:name w:val="Body text QA Char"/>
    <w:link w:val="BodytextQA"/>
    <w:rsid w:val="00905A76"/>
    <w:rPr>
      <w:rFonts w:ascii="Times New Roman" w:eastAsia="MS Mincho" w:hAnsi="Times New Roman" w:cs="Angsana New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A76"/>
    <w:pPr>
      <w:widowControl/>
      <w:autoSpaceDE/>
      <w:autoSpaceDN/>
    </w:pPr>
    <w:rPr>
      <w:rFonts w:ascii="Segoe UI" w:eastAsia="Arial" w:hAnsi="Segoe UI" w:cs="Segoe UI"/>
      <w:sz w:val="18"/>
      <w:szCs w:val="18"/>
      <w:lang w:val="en" w:eastAsia="en-P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A76"/>
    <w:rPr>
      <w:rFonts w:ascii="Segoe UI" w:eastAsia="Arial" w:hAnsi="Segoe UI" w:cs="Segoe UI"/>
      <w:sz w:val="18"/>
      <w:szCs w:val="18"/>
      <w:lang w:val="en" w:eastAsia="en-PH"/>
    </w:rPr>
  </w:style>
  <w:style w:type="table" w:customStyle="1" w:styleId="1">
    <w:name w:val="1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905A76"/>
    <w:pPr>
      <w:keepNext/>
      <w:keepLines/>
      <w:widowControl/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caps w:val="0"/>
      <w:color w:val="003E6A" w:themeColor="accent1" w:themeShade="BF"/>
      <w:sz w:val="32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905A76"/>
    <w:pPr>
      <w:widowControl/>
      <w:tabs>
        <w:tab w:val="left" w:pos="1710"/>
        <w:tab w:val="right" w:leader="dot" w:pos="8657"/>
      </w:tabs>
      <w:autoSpaceDE/>
      <w:autoSpaceDN/>
      <w:spacing w:line="276" w:lineRule="auto"/>
      <w:ind w:left="90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4">
    <w:name w:val="toc 4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66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5">
    <w:name w:val="toc 5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88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6">
    <w:name w:val="toc 6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10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7">
    <w:name w:val="toc 7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32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8">
    <w:name w:val="toc 8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54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9">
    <w:name w:val="toc 9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76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NoSpacing">
    <w:name w:val="No Spacing"/>
    <w:link w:val="NoSpacingChar"/>
    <w:uiPriority w:val="1"/>
    <w:qFormat/>
    <w:rsid w:val="00905A76"/>
    <w:pPr>
      <w:widowControl/>
      <w:autoSpaceDE/>
      <w:autoSpaceDN/>
    </w:pPr>
    <w:rPr>
      <w:rFonts w:ascii="Verdana" w:eastAsia="Arial" w:hAnsi="Verdana" w:cs="Verdana"/>
      <w:lang w:val="en" w:eastAsia="en-PH"/>
    </w:rPr>
  </w:style>
  <w:style w:type="character" w:styleId="LineNumber">
    <w:name w:val="line number"/>
    <w:basedOn w:val="DefaultParagraphFont"/>
    <w:uiPriority w:val="99"/>
    <w:semiHidden/>
    <w:unhideWhenUsed/>
    <w:rsid w:val="00905A76"/>
  </w:style>
  <w:style w:type="paragraph" w:customStyle="1" w:styleId="font5">
    <w:name w:val="font5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color w:val="FFFFFF"/>
      <w:sz w:val="20"/>
      <w:szCs w:val="20"/>
      <w:lang w:val="en" w:eastAsia="en-PH"/>
    </w:rPr>
  </w:style>
  <w:style w:type="paragraph" w:customStyle="1" w:styleId="font6">
    <w:name w:val="font6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lang w:val="en" w:eastAsia="en-PH"/>
    </w:rPr>
  </w:style>
  <w:style w:type="paragraph" w:customStyle="1" w:styleId="font7">
    <w:name w:val="font7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FFFFFF"/>
      <w:sz w:val="20"/>
      <w:szCs w:val="20"/>
      <w:lang w:val="en" w:eastAsia="en-PH"/>
    </w:rPr>
  </w:style>
  <w:style w:type="paragraph" w:customStyle="1" w:styleId="font8">
    <w:name w:val="font8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lang w:val="en" w:eastAsia="en-PH"/>
    </w:rPr>
  </w:style>
  <w:style w:type="paragraph" w:customStyle="1" w:styleId="font9">
    <w:name w:val="font9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lang w:val="en" w:eastAsia="en-PH"/>
    </w:rPr>
  </w:style>
  <w:style w:type="paragraph" w:customStyle="1" w:styleId="font10">
    <w:name w:val="font10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u w:val="single"/>
      <w:lang w:val="en" w:eastAsia="en-PH"/>
    </w:rPr>
  </w:style>
  <w:style w:type="paragraph" w:customStyle="1" w:styleId="font11">
    <w:name w:val="font11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u w:val="single"/>
      <w:lang w:val="en" w:eastAsia="en-PH"/>
    </w:rPr>
  </w:style>
  <w:style w:type="paragraph" w:customStyle="1" w:styleId="font12">
    <w:name w:val="font12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u w:val="single"/>
      <w:lang w:val="en" w:eastAsia="en-PH"/>
    </w:rPr>
  </w:style>
  <w:style w:type="paragraph" w:customStyle="1" w:styleId="xl67">
    <w:name w:val="xl6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68">
    <w:name w:val="xl68"/>
    <w:basedOn w:val="Normal"/>
    <w:rsid w:val="00905A76"/>
    <w:pPr>
      <w:widowControl/>
      <w:pBdr>
        <w:top w:val="single" w:sz="4" w:space="0" w:color="3F3F3F"/>
        <w:left w:val="single" w:sz="4" w:space="0" w:color="3F3F3F"/>
        <w:bottom w:val="single" w:sz="4" w:space="0" w:color="3F3F3F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xl69">
    <w:name w:val="xl6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xl70">
    <w:name w:val="xl7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xl71">
    <w:name w:val="xl71"/>
    <w:basedOn w:val="Normal"/>
    <w:rsid w:val="00905A76"/>
    <w:pPr>
      <w:widowControl/>
      <w:pBdr>
        <w:top w:val="single" w:sz="4" w:space="0" w:color="7F7F7F"/>
        <w:left w:val="single" w:sz="4" w:space="0" w:color="7F7F7F"/>
        <w:bottom w:val="single" w:sz="4" w:space="0" w:color="7F7F7F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2">
    <w:name w:val="xl7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73">
    <w:name w:val="xl73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4">
    <w:name w:val="xl74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5">
    <w:name w:val="xl75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76">
    <w:name w:val="xl76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77">
    <w:name w:val="xl7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000000"/>
      <w:sz w:val="24"/>
      <w:szCs w:val="24"/>
      <w:lang w:val="en" w:eastAsia="en-PH"/>
    </w:rPr>
  </w:style>
  <w:style w:type="paragraph" w:customStyle="1" w:styleId="xl78">
    <w:name w:val="xl78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9">
    <w:name w:val="xl7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80">
    <w:name w:val="xl8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FFFFFF" w:fill="FFFFFF"/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81">
    <w:name w:val="xl81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82">
    <w:name w:val="xl8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203764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Normal1">
    <w:name w:val="Normal1"/>
    <w:rsid w:val="00905A76"/>
    <w:pPr>
      <w:widowControl/>
      <w:autoSpaceDE/>
      <w:autoSpaceDN/>
      <w:spacing w:line="256" w:lineRule="auto"/>
    </w:pPr>
    <w:rPr>
      <w:rFonts w:ascii="Calibri" w:eastAsia="Calibri" w:hAnsi="Calibri" w:cs="Calibri"/>
      <w:lang w:val="en" w:eastAsia="en-PH"/>
    </w:rPr>
  </w:style>
  <w:style w:type="paragraph" w:customStyle="1" w:styleId="msonormal0">
    <w:name w:val="msonormal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" w:eastAsia="en-PH"/>
    </w:rPr>
  </w:style>
  <w:style w:type="paragraph" w:customStyle="1" w:styleId="xl66">
    <w:name w:val="xl66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18"/>
      <w:szCs w:val="18"/>
      <w:lang w:val="en" w:eastAsia="en-PH"/>
    </w:rPr>
  </w:style>
  <w:style w:type="paragraph" w:styleId="Subtitle">
    <w:name w:val="Subtitle"/>
    <w:basedOn w:val="Normal"/>
    <w:next w:val="Normal"/>
    <w:link w:val="SubtitleChar"/>
    <w:rsid w:val="00905A76"/>
    <w:pPr>
      <w:keepNext/>
      <w:keepLines/>
      <w:widowControl/>
      <w:autoSpaceDE/>
      <w:autoSpaceDN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val="en" w:eastAsia="en-PH"/>
    </w:rPr>
  </w:style>
  <w:style w:type="character" w:customStyle="1" w:styleId="SubtitleChar">
    <w:name w:val="Subtitle Char"/>
    <w:basedOn w:val="DefaultParagraphFont"/>
    <w:link w:val="Subtitle"/>
    <w:rsid w:val="00905A76"/>
    <w:rPr>
      <w:rFonts w:ascii="Georgia" w:eastAsia="Georgia" w:hAnsi="Georgia" w:cs="Georgia"/>
      <w:i/>
      <w:color w:val="666666"/>
      <w:sz w:val="48"/>
      <w:szCs w:val="48"/>
      <w:lang w:val="en" w:eastAsia="en-PH"/>
    </w:rPr>
  </w:style>
  <w:style w:type="table" w:customStyle="1" w:styleId="163">
    <w:name w:val="16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2">
    <w:name w:val="16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1">
    <w:name w:val="16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0">
    <w:name w:val="16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9">
    <w:name w:val="15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8">
    <w:name w:val="15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7">
    <w:name w:val="15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6">
    <w:name w:val="15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5">
    <w:name w:val="15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4">
    <w:name w:val="15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3">
    <w:name w:val="15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2">
    <w:name w:val="15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1">
    <w:name w:val="15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0">
    <w:name w:val="15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9">
    <w:name w:val="14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8">
    <w:name w:val="14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7">
    <w:name w:val="14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6">
    <w:name w:val="14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5">
    <w:name w:val="14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4">
    <w:name w:val="14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3">
    <w:name w:val="14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2">
    <w:name w:val="14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1">
    <w:name w:val="14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0">
    <w:name w:val="14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9">
    <w:name w:val="13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8">
    <w:name w:val="13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7">
    <w:name w:val="13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6">
    <w:name w:val="13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5">
    <w:name w:val="13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4">
    <w:name w:val="13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3">
    <w:name w:val="13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2">
    <w:name w:val="13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1">
    <w:name w:val="13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0">
    <w:name w:val="13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9">
    <w:name w:val="12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8">
    <w:name w:val="12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7">
    <w:name w:val="12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6">
    <w:name w:val="12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5">
    <w:name w:val="12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4">
    <w:name w:val="12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3">
    <w:name w:val="12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2">
    <w:name w:val="12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1">
    <w:name w:val="12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0">
    <w:name w:val="12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9">
    <w:name w:val="11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8">
    <w:name w:val="11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7">
    <w:name w:val="11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6">
    <w:name w:val="11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5">
    <w:name w:val="11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4">
    <w:name w:val="11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3">
    <w:name w:val="11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2">
    <w:name w:val="11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0">
    <w:name w:val="11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9">
    <w:name w:val="10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8">
    <w:name w:val="10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7">
    <w:name w:val="10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6">
    <w:name w:val="10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5">
    <w:name w:val="10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4">
    <w:name w:val="10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3">
    <w:name w:val="10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1">
    <w:name w:val="10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9">
    <w:name w:val="9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8">
    <w:name w:val="9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7">
    <w:name w:val="9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6">
    <w:name w:val="9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5">
    <w:name w:val="9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4">
    <w:name w:val="9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2">
    <w:name w:val="9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1">
    <w:name w:val="9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0">
    <w:name w:val="9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9">
    <w:name w:val="8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8">
    <w:name w:val="8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7">
    <w:name w:val="8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6">
    <w:name w:val="8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5">
    <w:name w:val="8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4">
    <w:name w:val="8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2">
    <w:name w:val="8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1">
    <w:name w:val="8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0">
    <w:name w:val="8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9">
    <w:name w:val="7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8">
    <w:name w:val="7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7">
    <w:name w:val="7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6">
    <w:name w:val="7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4">
    <w:name w:val="7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3">
    <w:name w:val="7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2">
    <w:name w:val="7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1">
    <w:name w:val="7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0">
    <w:name w:val="7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9">
    <w:name w:val="6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8">
    <w:name w:val="6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7">
    <w:name w:val="6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5">
    <w:name w:val="6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4">
    <w:name w:val="6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3">
    <w:name w:val="6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2">
    <w:name w:val="6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9">
    <w:name w:val="5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8">
    <w:name w:val="5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7">
    <w:name w:val="5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4">
    <w:name w:val="5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3">
    <w:name w:val="5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Style7">
    <w:name w:val="Style7"/>
    <w:uiPriority w:val="99"/>
    <w:rsid w:val="00905A76"/>
    <w:pPr>
      <w:numPr>
        <w:numId w:val="76"/>
      </w:numPr>
    </w:pPr>
  </w:style>
  <w:style w:type="numbering" w:customStyle="1" w:styleId="Style8">
    <w:name w:val="Style8"/>
    <w:uiPriority w:val="99"/>
    <w:rsid w:val="00905A76"/>
    <w:pPr>
      <w:numPr>
        <w:numId w:val="77"/>
      </w:numPr>
    </w:pPr>
  </w:style>
  <w:style w:type="character" w:customStyle="1" w:styleId="NoSpacingChar">
    <w:name w:val="No Spacing Char"/>
    <w:link w:val="NoSpacing"/>
    <w:uiPriority w:val="1"/>
    <w:rsid w:val="00905A76"/>
    <w:rPr>
      <w:rFonts w:ascii="Verdana" w:eastAsia="Arial" w:hAnsi="Verdana" w:cs="Verdana"/>
      <w:lang w:val="en" w:eastAsia="en-PH"/>
    </w:rPr>
  </w:style>
  <w:style w:type="character" w:styleId="Mention">
    <w:name w:val="Mention"/>
    <w:basedOn w:val="DefaultParagraphFont"/>
    <w:uiPriority w:val="99"/>
    <w:unhideWhenUsed/>
    <w:rsid w:val="00905A76"/>
    <w:rPr>
      <w:color w:val="2B579A"/>
      <w:shd w:val="clear" w:color="auto" w:fill="E1DFDD"/>
    </w:rPr>
  </w:style>
  <w:style w:type="table" w:customStyle="1" w:styleId="TableGrid15">
    <w:name w:val="Table Grid15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3F484F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3F484F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8">
    <w:name w:val="Current List8"/>
    <w:uiPriority w:val="99"/>
    <w:rsid w:val="00EF2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6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yamrote/Documents/IDI/00%202025/IDI%20Word%20template/IDI_%20Word_Template%202025%20updated.dotx" TargetMode="External"/></Relationships>
</file>

<file path=word/theme/theme1.xml><?xml version="1.0" encoding="utf-8"?>
<a:theme xmlns:a="http://schemas.openxmlformats.org/drawingml/2006/main" name="Office Theme">
  <a:themeElements>
    <a:clrScheme name="IDI Theme Colours 2025">
      <a:dk1>
        <a:srgbClr val="005592"/>
      </a:dk1>
      <a:lt1>
        <a:srgbClr val="FFFFFF"/>
      </a:lt1>
      <a:dk2>
        <a:srgbClr val="0E2841"/>
      </a:dk2>
      <a:lt2>
        <a:srgbClr val="E8E8E8"/>
      </a:lt2>
      <a:accent1>
        <a:srgbClr val="00548E"/>
      </a:accent1>
      <a:accent2>
        <a:srgbClr val="00C2F7"/>
      </a:accent2>
      <a:accent3>
        <a:srgbClr val="C24F3B"/>
      </a:accent3>
      <a:accent4>
        <a:srgbClr val="04A582"/>
      </a:accent4>
      <a:accent5>
        <a:srgbClr val="05645E"/>
      </a:accent5>
      <a:accent6>
        <a:srgbClr val="F5B941"/>
      </a:accent6>
      <a:hlink>
        <a:srgbClr val="03548E"/>
      </a:hlink>
      <a:folHlink>
        <a:srgbClr val="45BEF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e676b-2cf2-466e-b812-50f42bf74a08" xsi:nil="true"/>
    <lcf76f155ced4ddcb4097134ff3c332f xmlns="7dcdd59b-807c-4164-b3b4-f60ff4dc61c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930ce683c880ea0f59d4e64768dfb267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f86a72d633863201bc1fd1e634106555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8DD713-74F7-47E1-9522-0DFEE35426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C089A-0E08-4E91-B976-060D087DF4B9}">
  <ds:schemaRefs>
    <ds:schemaRef ds:uri="http://schemas.microsoft.com/office/2006/metadata/properties"/>
    <ds:schemaRef ds:uri="http://schemas.microsoft.com/office/infopath/2007/PartnerControls"/>
    <ds:schemaRef ds:uri="a21e676b-2cf2-466e-b812-50f42bf74a08"/>
    <ds:schemaRef ds:uri="7dcdd59b-807c-4164-b3b4-f60ff4dc61cb"/>
  </ds:schemaRefs>
</ds:datastoreItem>
</file>

<file path=customXml/itemProps3.xml><?xml version="1.0" encoding="utf-8"?>
<ds:datastoreItem xmlns:ds="http://schemas.openxmlformats.org/officeDocument/2006/customXml" ds:itemID="{C1701CBB-7EC5-4BFF-AAEC-171A24FCB859}"/>
</file>

<file path=customXml/itemProps4.xml><?xml version="1.0" encoding="utf-8"?>
<ds:datastoreItem xmlns:ds="http://schemas.openxmlformats.org/officeDocument/2006/customXml" ds:itemID="{8C983315-AA52-E44C-943B-A9F716A20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IDI_ Word_Template 2025 updated.dotx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Yamrote Alemu</cp:lastModifiedBy>
  <cp:revision>2</cp:revision>
  <dcterms:created xsi:type="dcterms:W3CDTF">2025-09-12T09:48:00Z</dcterms:created>
  <dcterms:modified xsi:type="dcterms:W3CDTF">2025-09-12T09:48:00Z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Adobe InDesign 20.1 (Macintosh)</vt:lpwstr>
  </property>
  <property fmtid="{D5CDD505-2E9C-101B-9397-08002B2CF9AE}" pid="4" name="LastSaved">
    <vt:filetime>2025-02-17T00:00:00Z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0x010100E1A3C8A3E7D8AF42B5674A3D02F765D3</vt:lpwstr>
  </property>
  <property fmtid="{D5CDD505-2E9C-101B-9397-08002B2CF9AE}" pid="7" name="MediaServiceImageTags">
    <vt:lpwstr/>
  </property>
</Properties>
</file>